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BEC76" w14:textId="77777777" w:rsidR="00235360" w:rsidRDefault="00235360" w:rsidP="00F352BD">
      <w:pPr>
        <w:pStyle w:val="Corpotesto"/>
        <w:tabs>
          <w:tab w:val="left" w:pos="6288"/>
        </w:tabs>
        <w:jc w:val="right"/>
      </w:pPr>
    </w:p>
    <w:p w14:paraId="168E1BE3" w14:textId="6C39417B" w:rsidR="00C03764" w:rsidRDefault="00BF550C" w:rsidP="00C03764">
      <w:pPr>
        <w:pStyle w:val="Comma"/>
        <w:widowControl/>
        <w:numPr>
          <w:ilvl w:val="0"/>
          <w:numId w:val="0"/>
        </w:numPr>
        <w:autoSpaceDE/>
        <w:autoSpaceDN/>
        <w:ind w:left="-7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Allegato C</w:t>
      </w:r>
    </w:p>
    <w:p w14:paraId="0679360A" w14:textId="6A2A8F50" w:rsidR="00B81755" w:rsidRPr="003C1E1D" w:rsidRDefault="00B81755" w:rsidP="007747BD">
      <w:pPr>
        <w:widowControl/>
        <w:autoSpaceDE/>
        <w:autoSpaceDN/>
        <w:ind w:right="-17"/>
        <w:jc w:val="right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Al Dirigente Scolastico </w:t>
      </w:r>
      <w:r>
        <w:rPr>
          <w:rFonts w:ascii="Arial" w:hAnsi="Arial" w:cs="Arial"/>
          <w:color w:val="000000"/>
          <w:sz w:val="24"/>
          <w:szCs w:val="24"/>
        </w:rPr>
        <w:br/>
        <w:t>dell’I</w:t>
      </w:r>
      <w:r w:rsidR="00706434">
        <w:rPr>
          <w:rFonts w:ascii="Arial" w:hAnsi="Arial" w:cs="Arial"/>
          <w:color w:val="000000"/>
          <w:sz w:val="24"/>
          <w:szCs w:val="24"/>
        </w:rPr>
        <w:t>.C. “</w:t>
      </w:r>
      <w:proofErr w:type="spellStart"/>
      <w:r w:rsidR="00706434">
        <w:rPr>
          <w:rFonts w:ascii="Arial" w:hAnsi="Arial" w:cs="Arial"/>
          <w:color w:val="000000"/>
          <w:sz w:val="24"/>
          <w:szCs w:val="24"/>
        </w:rPr>
        <w:t>D.Alighieri</w:t>
      </w:r>
      <w:proofErr w:type="spellEnd"/>
      <w:r w:rsidR="00706434">
        <w:rPr>
          <w:rFonts w:ascii="Arial" w:hAnsi="Arial" w:cs="Arial"/>
          <w:color w:val="000000"/>
          <w:sz w:val="24"/>
          <w:szCs w:val="24"/>
        </w:rPr>
        <w:t>” – Aulla (MS)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br/>
      </w:r>
    </w:p>
    <w:p w14:paraId="731ACF15" w14:textId="77777777" w:rsidR="00B81755" w:rsidRPr="003C1E1D" w:rsidRDefault="00B81755" w:rsidP="00B81755">
      <w:pPr>
        <w:widowControl/>
        <w:autoSpaceDE/>
        <w:autoSpaceDN/>
        <w:spacing w:before="280" w:after="280"/>
        <w:jc w:val="center"/>
        <w:rPr>
          <w:sz w:val="24"/>
          <w:szCs w:val="24"/>
        </w:rPr>
      </w:pPr>
      <w:r w:rsidRPr="003C1E1D">
        <w:rPr>
          <w:rFonts w:ascii="Arial" w:hAnsi="Arial" w:cs="Arial"/>
          <w:b/>
          <w:bCs/>
          <w:color w:val="000000"/>
          <w:sz w:val="24"/>
          <w:szCs w:val="24"/>
        </w:rPr>
        <w:t>SCHEDA DI VALUTAZIONE DEI TITOLI POSSEDUTI </w:t>
      </w:r>
    </w:p>
    <w:p w14:paraId="66875455" w14:textId="77777777" w:rsidR="00B81755" w:rsidRPr="00320DD6" w:rsidRDefault="00B81755" w:rsidP="00B81755">
      <w:pPr>
        <w:widowControl/>
        <w:autoSpaceDE/>
        <w:autoSpaceDN/>
        <w:spacing w:before="280" w:after="280"/>
        <w:rPr>
          <w:rFonts w:asciiTheme="minorHAnsi" w:hAnsiTheme="minorHAnsi" w:cstheme="minorHAnsi"/>
          <w:sz w:val="18"/>
          <w:szCs w:val="18"/>
        </w:rPr>
      </w:pPr>
      <w:r w:rsidRPr="00320DD6">
        <w:rPr>
          <w:rFonts w:asciiTheme="minorHAnsi" w:hAnsiTheme="minorHAnsi" w:cstheme="minorHAnsi"/>
          <w:color w:val="000000"/>
          <w:sz w:val="18"/>
          <w:szCs w:val="18"/>
        </w:rPr>
        <w:t>II/La sottoscritto/a _________________________________________________</w:t>
      </w:r>
      <w:r>
        <w:rPr>
          <w:rFonts w:asciiTheme="minorHAnsi" w:hAnsiTheme="minorHAnsi" w:cstheme="minorHAnsi"/>
          <w:color w:val="000000"/>
          <w:sz w:val="18"/>
          <w:szCs w:val="18"/>
        </w:rPr>
        <w:t>_______________________________________</w:t>
      </w:r>
      <w:r w:rsidRPr="00320DD6">
        <w:rPr>
          <w:rFonts w:asciiTheme="minorHAnsi" w:hAnsiTheme="minorHAnsi" w:cstheme="minorHAnsi"/>
          <w:color w:val="000000"/>
          <w:sz w:val="18"/>
          <w:szCs w:val="18"/>
        </w:rPr>
        <w:t>___</w:t>
      </w:r>
    </w:p>
    <w:p w14:paraId="70BB3CE2" w14:textId="77777777" w:rsidR="00B81755" w:rsidRPr="00320DD6" w:rsidRDefault="00B81755" w:rsidP="00B81755">
      <w:pPr>
        <w:widowControl/>
        <w:autoSpaceDE/>
        <w:autoSpaceDN/>
        <w:spacing w:before="280" w:after="280"/>
        <w:rPr>
          <w:rFonts w:asciiTheme="minorHAnsi" w:hAnsiTheme="minorHAnsi" w:cstheme="minorHAnsi"/>
          <w:sz w:val="18"/>
          <w:szCs w:val="18"/>
        </w:rPr>
      </w:pPr>
      <w:r w:rsidRPr="00320DD6">
        <w:rPr>
          <w:rFonts w:asciiTheme="minorHAnsi" w:hAnsiTheme="minorHAnsi" w:cstheme="minorHAnsi"/>
          <w:color w:val="000000"/>
          <w:sz w:val="18"/>
          <w:szCs w:val="18"/>
        </w:rPr>
        <w:t xml:space="preserve">Nato/a </w:t>
      </w:r>
      <w:proofErr w:type="spellStart"/>
      <w:r w:rsidRPr="00320DD6">
        <w:rPr>
          <w:rFonts w:asciiTheme="minorHAnsi" w:hAnsiTheme="minorHAnsi" w:cstheme="minorHAnsi"/>
          <w:color w:val="000000"/>
          <w:sz w:val="18"/>
          <w:szCs w:val="18"/>
        </w:rPr>
        <w:t>a</w:t>
      </w:r>
      <w:proofErr w:type="spellEnd"/>
      <w:r w:rsidRPr="00320DD6">
        <w:rPr>
          <w:rFonts w:asciiTheme="minorHAnsi" w:hAnsiTheme="minorHAnsi" w:cstheme="minorHAnsi"/>
          <w:color w:val="000000"/>
          <w:sz w:val="18"/>
          <w:szCs w:val="18"/>
        </w:rPr>
        <w:t xml:space="preserve"> _</w:t>
      </w:r>
      <w:r>
        <w:rPr>
          <w:rFonts w:asciiTheme="minorHAnsi" w:hAnsiTheme="minorHAnsi" w:cstheme="minorHAnsi"/>
          <w:color w:val="000000"/>
          <w:sz w:val="18"/>
          <w:szCs w:val="18"/>
        </w:rPr>
        <w:t>_____</w:t>
      </w:r>
      <w:r w:rsidRPr="00320DD6">
        <w:rPr>
          <w:rFonts w:asciiTheme="minorHAnsi" w:hAnsiTheme="minorHAnsi" w:cstheme="minorHAnsi"/>
          <w:color w:val="000000"/>
          <w:sz w:val="18"/>
          <w:szCs w:val="18"/>
        </w:rPr>
        <w:t>________________ (____</w:t>
      </w:r>
      <w:proofErr w:type="gramStart"/>
      <w:r w:rsidRPr="00320DD6">
        <w:rPr>
          <w:rFonts w:asciiTheme="minorHAnsi" w:hAnsiTheme="minorHAnsi" w:cstheme="minorHAnsi"/>
          <w:color w:val="000000"/>
          <w:sz w:val="18"/>
          <w:szCs w:val="18"/>
        </w:rPr>
        <w:t>_)  il</w:t>
      </w:r>
      <w:proofErr w:type="gramEnd"/>
      <w:r w:rsidRPr="00320DD6">
        <w:rPr>
          <w:rFonts w:asciiTheme="minorHAnsi" w:hAnsiTheme="minorHAnsi" w:cstheme="minorHAnsi"/>
          <w:color w:val="000000"/>
          <w:sz w:val="18"/>
          <w:szCs w:val="18"/>
        </w:rPr>
        <w:t xml:space="preserve"> _______</w:t>
      </w:r>
      <w:r>
        <w:rPr>
          <w:rFonts w:asciiTheme="minorHAnsi" w:hAnsiTheme="minorHAnsi" w:cstheme="minorHAnsi"/>
          <w:color w:val="000000"/>
          <w:sz w:val="18"/>
          <w:szCs w:val="18"/>
        </w:rPr>
        <w:t>______</w:t>
      </w:r>
      <w:r w:rsidRPr="00320DD6">
        <w:rPr>
          <w:rFonts w:asciiTheme="minorHAnsi" w:hAnsiTheme="minorHAnsi" w:cstheme="minorHAnsi"/>
          <w:color w:val="000000"/>
          <w:sz w:val="18"/>
          <w:szCs w:val="18"/>
        </w:rPr>
        <w:t>_____ C.F.  ______</w:t>
      </w:r>
      <w:r>
        <w:rPr>
          <w:rFonts w:asciiTheme="minorHAnsi" w:hAnsiTheme="minorHAnsi" w:cstheme="minorHAnsi"/>
          <w:color w:val="000000"/>
          <w:sz w:val="18"/>
          <w:szCs w:val="18"/>
        </w:rPr>
        <w:t>______________________________</w:t>
      </w:r>
      <w:r w:rsidRPr="00320DD6">
        <w:rPr>
          <w:rFonts w:asciiTheme="minorHAnsi" w:hAnsiTheme="minorHAnsi" w:cstheme="minorHAnsi"/>
          <w:color w:val="000000"/>
          <w:sz w:val="18"/>
          <w:szCs w:val="18"/>
        </w:rPr>
        <w:t>__________</w:t>
      </w:r>
    </w:p>
    <w:p w14:paraId="5A1B9B8B" w14:textId="77777777" w:rsidR="00B81755" w:rsidRPr="00320DD6" w:rsidRDefault="00B81755" w:rsidP="00B81755">
      <w:pPr>
        <w:widowControl/>
        <w:autoSpaceDE/>
        <w:autoSpaceDN/>
        <w:spacing w:before="280" w:after="280"/>
        <w:rPr>
          <w:rFonts w:asciiTheme="minorHAnsi" w:hAnsiTheme="minorHAnsi" w:cstheme="minorHAnsi"/>
          <w:sz w:val="18"/>
          <w:szCs w:val="18"/>
        </w:rPr>
      </w:pPr>
      <w:r w:rsidRPr="00320DD6">
        <w:rPr>
          <w:rFonts w:asciiTheme="minorHAnsi" w:hAnsiTheme="minorHAnsi" w:cstheme="minorHAnsi"/>
          <w:color w:val="000000"/>
          <w:sz w:val="18"/>
          <w:szCs w:val="18"/>
        </w:rPr>
        <w:t>Residente a _____________</w:t>
      </w:r>
      <w:r>
        <w:rPr>
          <w:rFonts w:asciiTheme="minorHAnsi" w:hAnsiTheme="minorHAnsi" w:cstheme="minorHAnsi"/>
          <w:color w:val="000000"/>
          <w:sz w:val="18"/>
          <w:szCs w:val="18"/>
        </w:rPr>
        <w:t>______________</w:t>
      </w:r>
      <w:r w:rsidRPr="00320DD6">
        <w:rPr>
          <w:rFonts w:asciiTheme="minorHAnsi" w:hAnsiTheme="minorHAnsi" w:cstheme="minorHAnsi"/>
          <w:color w:val="000000"/>
          <w:sz w:val="18"/>
          <w:szCs w:val="18"/>
        </w:rPr>
        <w:t xml:space="preserve">_________ (____) in </w:t>
      </w:r>
      <w:proofErr w:type="gramStart"/>
      <w:r w:rsidRPr="00320DD6">
        <w:rPr>
          <w:rFonts w:asciiTheme="minorHAnsi" w:hAnsiTheme="minorHAnsi" w:cstheme="minorHAnsi"/>
          <w:color w:val="000000"/>
          <w:sz w:val="18"/>
          <w:szCs w:val="18"/>
        </w:rPr>
        <w:t>Via  _</w:t>
      </w:r>
      <w:proofErr w:type="gramEnd"/>
      <w:r w:rsidRPr="00320DD6">
        <w:rPr>
          <w:rFonts w:asciiTheme="minorHAnsi" w:hAnsiTheme="minorHAnsi" w:cstheme="minorHAnsi"/>
          <w:color w:val="000000"/>
          <w:sz w:val="18"/>
          <w:szCs w:val="18"/>
        </w:rPr>
        <w:t>_________</w:t>
      </w:r>
      <w:r>
        <w:rPr>
          <w:rFonts w:asciiTheme="minorHAnsi" w:hAnsiTheme="minorHAnsi" w:cstheme="minorHAnsi"/>
          <w:color w:val="000000"/>
          <w:sz w:val="18"/>
          <w:szCs w:val="18"/>
        </w:rPr>
        <w:t>__________________________</w:t>
      </w:r>
      <w:r w:rsidRPr="00320DD6">
        <w:rPr>
          <w:rFonts w:asciiTheme="minorHAnsi" w:hAnsiTheme="minorHAnsi" w:cstheme="minorHAnsi"/>
          <w:color w:val="000000"/>
          <w:sz w:val="18"/>
          <w:szCs w:val="18"/>
        </w:rPr>
        <w:t>_____________</w:t>
      </w:r>
    </w:p>
    <w:p w14:paraId="702AFDA2" w14:textId="77777777" w:rsidR="00B81755" w:rsidRPr="00320DD6" w:rsidRDefault="00B81755" w:rsidP="00B81755">
      <w:pPr>
        <w:widowControl/>
        <w:autoSpaceDE/>
        <w:autoSpaceDN/>
        <w:ind w:right="-5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320DD6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 xml:space="preserve">Indirizzo email _______________________________ </w:t>
      </w:r>
    </w:p>
    <w:p w14:paraId="3C511D66" w14:textId="77777777" w:rsidR="00B81755" w:rsidRPr="00320DD6" w:rsidRDefault="00B81755" w:rsidP="00B81755">
      <w:pPr>
        <w:widowControl/>
        <w:autoSpaceDE/>
        <w:autoSpaceDN/>
        <w:ind w:right="-57"/>
        <w:rPr>
          <w:rFonts w:asciiTheme="minorHAnsi" w:hAnsiTheme="minorHAnsi" w:cstheme="minorHAnsi"/>
          <w:sz w:val="18"/>
          <w:szCs w:val="18"/>
        </w:rPr>
      </w:pPr>
    </w:p>
    <w:p w14:paraId="0EE19B1D" w14:textId="77777777" w:rsidR="00B81755" w:rsidRPr="00320DD6" w:rsidRDefault="00B81755" w:rsidP="00B81755">
      <w:pPr>
        <w:widowControl/>
        <w:autoSpaceDE/>
        <w:autoSpaceDN/>
        <w:ind w:right="-57"/>
        <w:rPr>
          <w:rFonts w:asciiTheme="minorHAnsi" w:hAnsiTheme="minorHAnsi" w:cstheme="minorHAnsi"/>
          <w:sz w:val="18"/>
          <w:szCs w:val="18"/>
        </w:rPr>
      </w:pPr>
      <w:r w:rsidRPr="00320DD6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Tel._________________________________</w:t>
      </w:r>
    </w:p>
    <w:p w14:paraId="00085ED6" w14:textId="77777777" w:rsidR="00B81755" w:rsidRPr="00320DD6" w:rsidRDefault="00B81755" w:rsidP="00B81755">
      <w:pPr>
        <w:widowControl/>
        <w:autoSpaceDE/>
        <w:autoSpaceDN/>
        <w:rPr>
          <w:rFonts w:asciiTheme="minorHAnsi" w:hAnsiTheme="minorHAnsi" w:cstheme="minorHAnsi"/>
          <w:sz w:val="18"/>
          <w:szCs w:val="18"/>
        </w:rPr>
      </w:pPr>
    </w:p>
    <w:p w14:paraId="5C2AED2A" w14:textId="77777777" w:rsidR="00B81755" w:rsidRPr="00320DD6" w:rsidRDefault="00B81755" w:rsidP="00B81755">
      <w:pPr>
        <w:widowControl/>
        <w:autoSpaceDE/>
        <w:autoSpaceDN/>
        <w:spacing w:line="480" w:lineRule="auto"/>
        <w:ind w:right="-57"/>
        <w:rPr>
          <w:rFonts w:asciiTheme="minorHAnsi" w:hAnsiTheme="minorHAnsi" w:cstheme="minorHAnsi"/>
          <w:sz w:val="18"/>
          <w:szCs w:val="18"/>
        </w:rPr>
      </w:pPr>
      <w:r w:rsidRPr="00320DD6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In servizio presso ____________________________________________________</w:t>
      </w:r>
      <w:r w:rsidRPr="00320DD6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br/>
        <w:t>codice meccanografico ________________________________________________</w:t>
      </w:r>
    </w:p>
    <w:p w14:paraId="2D1E62A3" w14:textId="60901430" w:rsidR="00B81755" w:rsidRPr="007747BD" w:rsidRDefault="00B81755" w:rsidP="007747BD">
      <w:pPr>
        <w:widowControl/>
        <w:autoSpaceDE/>
        <w:autoSpaceDN/>
        <w:spacing w:before="52" w:after="52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3C1E1D">
        <w:rPr>
          <w:rFonts w:ascii="Arial" w:hAnsi="Arial" w:cs="Arial"/>
          <w:b/>
          <w:bCs/>
          <w:color w:val="000000"/>
          <w:sz w:val="24"/>
          <w:szCs w:val="24"/>
        </w:rPr>
        <w:t>DICHIARA</w:t>
      </w:r>
    </w:p>
    <w:p w14:paraId="01BAE182" w14:textId="77777777" w:rsidR="00B81755" w:rsidRDefault="00B81755" w:rsidP="00B81755">
      <w:pPr>
        <w:spacing w:after="3" w:line="248" w:lineRule="auto"/>
        <w:ind w:right="-40"/>
        <w:jc w:val="both"/>
      </w:pPr>
      <w:r>
        <w:t xml:space="preserve">Ai fini dell’attribuzione del punteggio dichiara di possedere i seguenti titoli/certificazioni/esperienze: </w:t>
      </w:r>
    </w:p>
    <w:p w14:paraId="64D095C6" w14:textId="77777777" w:rsidR="006879CF" w:rsidRDefault="006879CF" w:rsidP="007747BD">
      <w:pPr>
        <w:pStyle w:val="Comma"/>
        <w:widowControl/>
        <w:numPr>
          <w:ilvl w:val="0"/>
          <w:numId w:val="0"/>
        </w:numPr>
        <w:autoSpaceDE/>
        <w:autoSpaceDN/>
        <w:ind w:left="-74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120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4"/>
        <w:gridCol w:w="264"/>
        <w:gridCol w:w="1150"/>
        <w:gridCol w:w="987"/>
        <w:gridCol w:w="1004"/>
        <w:gridCol w:w="1265"/>
        <w:gridCol w:w="1712"/>
      </w:tblGrid>
      <w:tr w:rsidR="006879CF" w:rsidRPr="006879CF" w14:paraId="1E735373" w14:textId="77777777" w:rsidTr="007747BD">
        <w:trPr>
          <w:trHeight w:val="505"/>
        </w:trPr>
        <w:tc>
          <w:tcPr>
            <w:tcW w:w="11206" w:type="dxa"/>
            <w:gridSpan w:val="7"/>
            <w:shd w:val="clear" w:color="auto" w:fill="FCE9D9"/>
          </w:tcPr>
          <w:p w14:paraId="310EC39E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PERSONALE A.</w:t>
            </w:r>
            <w:proofErr w:type="gramStart"/>
            <w:r w:rsidRPr="006879CF">
              <w:rPr>
                <w:b/>
                <w:sz w:val="24"/>
                <w:szCs w:val="24"/>
              </w:rPr>
              <w:t>T.A</w:t>
            </w:r>
            <w:proofErr w:type="gramEnd"/>
            <w:r w:rsidRPr="006879CF">
              <w:rPr>
                <w:b/>
                <w:sz w:val="24"/>
                <w:szCs w:val="24"/>
              </w:rPr>
              <w:t xml:space="preserve"> profilo </w:t>
            </w:r>
            <w:proofErr w:type="spellStart"/>
            <w:r w:rsidRPr="006879CF">
              <w:rPr>
                <w:b/>
                <w:sz w:val="24"/>
                <w:szCs w:val="24"/>
              </w:rPr>
              <w:t>Ass</w:t>
            </w:r>
            <w:proofErr w:type="spellEnd"/>
            <w:r w:rsidRPr="006879CF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6879CF">
              <w:rPr>
                <w:b/>
                <w:sz w:val="24"/>
                <w:szCs w:val="24"/>
              </w:rPr>
              <w:t>Amm.vo</w:t>
            </w:r>
            <w:proofErr w:type="spellEnd"/>
            <w:r w:rsidRPr="006879C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879CF" w:rsidRPr="006879CF" w14:paraId="37ADB5F6" w14:textId="77777777" w:rsidTr="007747BD">
        <w:trPr>
          <w:trHeight w:val="426"/>
        </w:trPr>
        <w:tc>
          <w:tcPr>
            <w:tcW w:w="7225" w:type="dxa"/>
            <w:gridSpan w:val="4"/>
            <w:shd w:val="clear" w:color="auto" w:fill="FCE9D9"/>
          </w:tcPr>
          <w:p w14:paraId="49552E74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TITOLO DI STUDIO (non costituisce titolo di accesso)</w:t>
            </w:r>
          </w:p>
        </w:tc>
        <w:tc>
          <w:tcPr>
            <w:tcW w:w="1004" w:type="dxa"/>
            <w:vMerge w:val="restart"/>
            <w:shd w:val="clear" w:color="auto" w:fill="FCE9D9"/>
          </w:tcPr>
          <w:p w14:paraId="63E40383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PUNTI MAX</w:t>
            </w:r>
          </w:p>
        </w:tc>
        <w:tc>
          <w:tcPr>
            <w:tcW w:w="1265" w:type="dxa"/>
            <w:vMerge w:val="restart"/>
            <w:shd w:val="clear" w:color="auto" w:fill="FCE9D9"/>
          </w:tcPr>
          <w:p w14:paraId="3D679D98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COMPILAZIONE A CURA DEL</w:t>
            </w:r>
          </w:p>
          <w:p w14:paraId="4B15A45D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CANDIDATO</w:t>
            </w:r>
          </w:p>
        </w:tc>
        <w:tc>
          <w:tcPr>
            <w:tcW w:w="1712" w:type="dxa"/>
            <w:vMerge w:val="restart"/>
            <w:shd w:val="clear" w:color="auto" w:fill="FCE9D9"/>
          </w:tcPr>
          <w:p w14:paraId="184F5CF4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Riservato alla commissione di valutazione</w:t>
            </w:r>
          </w:p>
        </w:tc>
      </w:tr>
      <w:tr w:rsidR="006879CF" w:rsidRPr="006879CF" w14:paraId="580A6B7B" w14:textId="77777777" w:rsidTr="007747BD">
        <w:trPr>
          <w:trHeight w:val="294"/>
        </w:trPr>
        <w:tc>
          <w:tcPr>
            <w:tcW w:w="7225" w:type="dxa"/>
            <w:gridSpan w:val="4"/>
            <w:shd w:val="clear" w:color="auto" w:fill="FCE9D9"/>
          </w:tcPr>
          <w:p w14:paraId="1E2A767C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 xml:space="preserve">Laurea Triennale valida (Laurea tecnica o </w:t>
            </w:r>
            <w:proofErr w:type="gramStart"/>
            <w:r w:rsidRPr="006879CF">
              <w:rPr>
                <w:sz w:val="24"/>
                <w:szCs w:val="24"/>
              </w:rPr>
              <w:t>equipollente)*</w:t>
            </w:r>
            <w:proofErr w:type="gramEnd"/>
          </w:p>
        </w:tc>
        <w:tc>
          <w:tcPr>
            <w:tcW w:w="1004" w:type="dxa"/>
            <w:vMerge/>
            <w:tcBorders>
              <w:top w:val="nil"/>
            </w:tcBorders>
            <w:shd w:val="clear" w:color="auto" w:fill="FCE9D9"/>
          </w:tcPr>
          <w:p w14:paraId="5E103DE6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top w:val="nil"/>
            </w:tcBorders>
            <w:shd w:val="clear" w:color="auto" w:fill="FCE9D9"/>
          </w:tcPr>
          <w:p w14:paraId="30238C01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top w:val="nil"/>
            </w:tcBorders>
            <w:shd w:val="clear" w:color="auto" w:fill="FCE9D9"/>
          </w:tcPr>
          <w:p w14:paraId="5EBEC7F8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35F8C3B7" w14:textId="77777777" w:rsidTr="007747BD">
        <w:trPr>
          <w:trHeight w:val="206"/>
        </w:trPr>
        <w:tc>
          <w:tcPr>
            <w:tcW w:w="5088" w:type="dxa"/>
            <w:gridSpan w:val="2"/>
          </w:tcPr>
          <w:p w14:paraId="22CA273A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Fino a 89</w:t>
            </w:r>
          </w:p>
        </w:tc>
        <w:tc>
          <w:tcPr>
            <w:tcW w:w="2137" w:type="dxa"/>
            <w:gridSpan w:val="2"/>
          </w:tcPr>
          <w:p w14:paraId="404F91DE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5 punti</w:t>
            </w:r>
          </w:p>
        </w:tc>
        <w:tc>
          <w:tcPr>
            <w:tcW w:w="1004" w:type="dxa"/>
            <w:vMerge w:val="restart"/>
          </w:tcPr>
          <w:p w14:paraId="479BDB86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41417068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10</w:t>
            </w:r>
          </w:p>
        </w:tc>
        <w:tc>
          <w:tcPr>
            <w:tcW w:w="1265" w:type="dxa"/>
          </w:tcPr>
          <w:p w14:paraId="06821FA0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4903E86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6C62A333" w14:textId="77777777" w:rsidTr="007747BD">
        <w:trPr>
          <w:trHeight w:val="205"/>
        </w:trPr>
        <w:tc>
          <w:tcPr>
            <w:tcW w:w="5088" w:type="dxa"/>
            <w:gridSpan w:val="2"/>
          </w:tcPr>
          <w:p w14:paraId="237911B5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Da 90 a 99</w:t>
            </w:r>
          </w:p>
        </w:tc>
        <w:tc>
          <w:tcPr>
            <w:tcW w:w="2137" w:type="dxa"/>
            <w:gridSpan w:val="2"/>
          </w:tcPr>
          <w:p w14:paraId="76A91881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6 punti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14:paraId="501DFF34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14:paraId="29D44EED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50E49630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10EAD5A0" w14:textId="77777777" w:rsidTr="007747BD">
        <w:trPr>
          <w:trHeight w:val="206"/>
        </w:trPr>
        <w:tc>
          <w:tcPr>
            <w:tcW w:w="5088" w:type="dxa"/>
            <w:gridSpan w:val="2"/>
          </w:tcPr>
          <w:p w14:paraId="1F1BCDB8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da100 a 104</w:t>
            </w:r>
          </w:p>
        </w:tc>
        <w:tc>
          <w:tcPr>
            <w:tcW w:w="2137" w:type="dxa"/>
            <w:gridSpan w:val="2"/>
          </w:tcPr>
          <w:p w14:paraId="08AFDECB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7 punti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14:paraId="5E02C824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14:paraId="2BC50856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40DD9D5D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4641A00C" w14:textId="77777777" w:rsidTr="007747BD">
        <w:trPr>
          <w:trHeight w:val="205"/>
        </w:trPr>
        <w:tc>
          <w:tcPr>
            <w:tcW w:w="5088" w:type="dxa"/>
            <w:gridSpan w:val="2"/>
          </w:tcPr>
          <w:p w14:paraId="1C1210A0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da105 a 110</w:t>
            </w:r>
          </w:p>
        </w:tc>
        <w:tc>
          <w:tcPr>
            <w:tcW w:w="2137" w:type="dxa"/>
            <w:gridSpan w:val="2"/>
          </w:tcPr>
          <w:p w14:paraId="7C14981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8 punti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14:paraId="3D1CE0D6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14:paraId="17EA4A16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1228E764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12B5112E" w14:textId="77777777" w:rsidTr="007747BD">
        <w:trPr>
          <w:trHeight w:val="206"/>
        </w:trPr>
        <w:tc>
          <w:tcPr>
            <w:tcW w:w="5088" w:type="dxa"/>
            <w:gridSpan w:val="2"/>
          </w:tcPr>
          <w:p w14:paraId="5EA5D974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110 e lode</w:t>
            </w:r>
          </w:p>
        </w:tc>
        <w:tc>
          <w:tcPr>
            <w:tcW w:w="2137" w:type="dxa"/>
            <w:gridSpan w:val="2"/>
          </w:tcPr>
          <w:p w14:paraId="1B9422F7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10 punti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14:paraId="1D0E1FD2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14:paraId="41E776B5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67C1D92A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185274C6" w14:textId="77777777" w:rsidTr="007747BD">
        <w:trPr>
          <w:trHeight w:val="463"/>
        </w:trPr>
        <w:tc>
          <w:tcPr>
            <w:tcW w:w="7225" w:type="dxa"/>
            <w:gridSpan w:val="4"/>
            <w:shd w:val="clear" w:color="auto" w:fill="FCE9D9"/>
          </w:tcPr>
          <w:p w14:paraId="4760BAEC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 xml:space="preserve">Laurea specialistica o vecchio ordinamento valida (Laurea tecnica o </w:t>
            </w:r>
            <w:proofErr w:type="gramStart"/>
            <w:r w:rsidRPr="006879CF">
              <w:rPr>
                <w:sz w:val="24"/>
                <w:szCs w:val="24"/>
              </w:rPr>
              <w:t>equipollente)*</w:t>
            </w:r>
            <w:proofErr w:type="gramEnd"/>
          </w:p>
        </w:tc>
        <w:tc>
          <w:tcPr>
            <w:tcW w:w="1004" w:type="dxa"/>
            <w:vMerge w:val="restart"/>
          </w:tcPr>
          <w:p w14:paraId="64EFC5D3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5D85248A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57D7A9C2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*le due voci non si cumulano</w:t>
            </w:r>
          </w:p>
        </w:tc>
        <w:tc>
          <w:tcPr>
            <w:tcW w:w="1265" w:type="dxa"/>
          </w:tcPr>
          <w:p w14:paraId="07985956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7AA7F442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7C6F4CBB" w14:textId="77777777" w:rsidTr="007747BD">
        <w:trPr>
          <w:trHeight w:val="205"/>
        </w:trPr>
        <w:tc>
          <w:tcPr>
            <w:tcW w:w="5088" w:type="dxa"/>
            <w:gridSpan w:val="2"/>
          </w:tcPr>
          <w:p w14:paraId="2E569FE1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Fino a 89</w:t>
            </w:r>
          </w:p>
        </w:tc>
        <w:tc>
          <w:tcPr>
            <w:tcW w:w="2137" w:type="dxa"/>
            <w:gridSpan w:val="2"/>
          </w:tcPr>
          <w:p w14:paraId="4C404D4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5 punti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14:paraId="59E2AFFB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14:paraId="688619AE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7B941ED2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74271B1F" w14:textId="77777777" w:rsidTr="007747BD">
        <w:trPr>
          <w:trHeight w:val="206"/>
        </w:trPr>
        <w:tc>
          <w:tcPr>
            <w:tcW w:w="5088" w:type="dxa"/>
            <w:gridSpan w:val="2"/>
          </w:tcPr>
          <w:p w14:paraId="54DF983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Da 90 a 99</w:t>
            </w:r>
          </w:p>
        </w:tc>
        <w:tc>
          <w:tcPr>
            <w:tcW w:w="2137" w:type="dxa"/>
            <w:gridSpan w:val="2"/>
          </w:tcPr>
          <w:p w14:paraId="20E07B89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6 punti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14:paraId="5EEFF7A8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14:paraId="36FCCD69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1B6105C5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633FC546" w14:textId="77777777" w:rsidTr="007747BD">
        <w:trPr>
          <w:trHeight w:val="206"/>
        </w:trPr>
        <w:tc>
          <w:tcPr>
            <w:tcW w:w="5088" w:type="dxa"/>
            <w:gridSpan w:val="2"/>
          </w:tcPr>
          <w:p w14:paraId="1B487C2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da100 a 104</w:t>
            </w:r>
          </w:p>
        </w:tc>
        <w:tc>
          <w:tcPr>
            <w:tcW w:w="2137" w:type="dxa"/>
            <w:gridSpan w:val="2"/>
          </w:tcPr>
          <w:p w14:paraId="46D0DDBB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7 punti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14:paraId="55D733C9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14:paraId="3BEA9297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31068C43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5A9B4E51" w14:textId="77777777" w:rsidTr="007747BD">
        <w:trPr>
          <w:trHeight w:val="205"/>
        </w:trPr>
        <w:tc>
          <w:tcPr>
            <w:tcW w:w="5088" w:type="dxa"/>
            <w:gridSpan w:val="2"/>
          </w:tcPr>
          <w:p w14:paraId="207FED97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da105 a 110</w:t>
            </w:r>
          </w:p>
        </w:tc>
        <w:tc>
          <w:tcPr>
            <w:tcW w:w="2137" w:type="dxa"/>
            <w:gridSpan w:val="2"/>
          </w:tcPr>
          <w:p w14:paraId="66CA878E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8 punti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14:paraId="02BF3A4A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14:paraId="7D2BEB57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18F06D3C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0614B16D" w14:textId="77777777" w:rsidTr="007747BD">
        <w:trPr>
          <w:trHeight w:val="206"/>
        </w:trPr>
        <w:tc>
          <w:tcPr>
            <w:tcW w:w="5088" w:type="dxa"/>
            <w:gridSpan w:val="2"/>
          </w:tcPr>
          <w:p w14:paraId="13186A1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110 e lode</w:t>
            </w:r>
          </w:p>
        </w:tc>
        <w:tc>
          <w:tcPr>
            <w:tcW w:w="2137" w:type="dxa"/>
            <w:gridSpan w:val="2"/>
          </w:tcPr>
          <w:p w14:paraId="2AABE1E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10 punti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 w14:paraId="1F0749EB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5" w:type="dxa"/>
          </w:tcPr>
          <w:p w14:paraId="75AB89C5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50D13CC2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0934089B" w14:textId="77777777" w:rsidTr="007747BD">
        <w:trPr>
          <w:trHeight w:val="285"/>
        </w:trPr>
        <w:tc>
          <w:tcPr>
            <w:tcW w:w="7225" w:type="dxa"/>
            <w:gridSpan w:val="4"/>
            <w:shd w:val="clear" w:color="auto" w:fill="FCE9D9"/>
          </w:tcPr>
          <w:p w14:paraId="62E758FE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TITOLI CULTURALI SPECIFICI</w:t>
            </w:r>
          </w:p>
        </w:tc>
        <w:tc>
          <w:tcPr>
            <w:tcW w:w="1004" w:type="dxa"/>
            <w:shd w:val="clear" w:color="auto" w:fill="FCE9D9"/>
          </w:tcPr>
          <w:p w14:paraId="604E0387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PUNTI</w:t>
            </w:r>
          </w:p>
        </w:tc>
        <w:tc>
          <w:tcPr>
            <w:tcW w:w="1265" w:type="dxa"/>
            <w:shd w:val="clear" w:color="auto" w:fill="FCE9D9"/>
          </w:tcPr>
          <w:p w14:paraId="2BEA4A87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  <w:shd w:val="clear" w:color="auto" w:fill="FCE9D9"/>
          </w:tcPr>
          <w:p w14:paraId="5639F9E1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11E3A079" w14:textId="77777777" w:rsidTr="00D130CB">
        <w:trPr>
          <w:trHeight w:val="616"/>
        </w:trPr>
        <w:tc>
          <w:tcPr>
            <w:tcW w:w="5088" w:type="dxa"/>
            <w:gridSpan w:val="2"/>
            <w:shd w:val="clear" w:color="auto" w:fill="FCE9D9"/>
          </w:tcPr>
          <w:p w14:paraId="2C3AC9F2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lastRenderedPageBreak/>
              <w:t>Corsi di formazione organizzati per il profilo di appartenenza da M.I – USR- Scuole - Enti accreditati</w:t>
            </w:r>
          </w:p>
        </w:tc>
        <w:tc>
          <w:tcPr>
            <w:tcW w:w="1150" w:type="dxa"/>
            <w:shd w:val="clear" w:color="auto" w:fill="FCE9D9"/>
          </w:tcPr>
          <w:p w14:paraId="6662261F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 xml:space="preserve">0,50 </w:t>
            </w:r>
            <w:proofErr w:type="spellStart"/>
            <w:r w:rsidRPr="006879CF">
              <w:rPr>
                <w:sz w:val="24"/>
                <w:szCs w:val="24"/>
              </w:rPr>
              <w:t>pt</w:t>
            </w:r>
            <w:proofErr w:type="spellEnd"/>
            <w:r w:rsidRPr="006879CF">
              <w:rPr>
                <w:sz w:val="24"/>
                <w:szCs w:val="24"/>
              </w:rPr>
              <w:t xml:space="preserve"> per ogni titolo</w:t>
            </w:r>
          </w:p>
        </w:tc>
        <w:tc>
          <w:tcPr>
            <w:tcW w:w="987" w:type="dxa"/>
            <w:shd w:val="clear" w:color="auto" w:fill="FCE9D9"/>
          </w:tcPr>
          <w:p w14:paraId="5E5D71F7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max4 titoli</w:t>
            </w:r>
          </w:p>
        </w:tc>
        <w:tc>
          <w:tcPr>
            <w:tcW w:w="1004" w:type="dxa"/>
            <w:shd w:val="clear" w:color="auto" w:fill="FCE9D9"/>
          </w:tcPr>
          <w:p w14:paraId="41E9F07D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2</w:t>
            </w:r>
          </w:p>
        </w:tc>
        <w:tc>
          <w:tcPr>
            <w:tcW w:w="1265" w:type="dxa"/>
            <w:shd w:val="clear" w:color="auto" w:fill="FCE9D9"/>
          </w:tcPr>
          <w:p w14:paraId="46BBCA7E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  <w:shd w:val="clear" w:color="auto" w:fill="FCE9D9"/>
          </w:tcPr>
          <w:p w14:paraId="2D5430D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4659D64F" w14:textId="77777777" w:rsidTr="007747BD">
        <w:trPr>
          <w:trHeight w:val="412"/>
        </w:trPr>
        <w:tc>
          <w:tcPr>
            <w:tcW w:w="7225" w:type="dxa"/>
            <w:gridSpan w:val="4"/>
            <w:shd w:val="clear" w:color="auto" w:fill="FCE9D9"/>
          </w:tcPr>
          <w:p w14:paraId="6490040B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TITOLI PROFESSIONALI SPECIFICI</w:t>
            </w:r>
          </w:p>
        </w:tc>
        <w:tc>
          <w:tcPr>
            <w:tcW w:w="1004" w:type="dxa"/>
            <w:shd w:val="clear" w:color="auto" w:fill="FCE9D9"/>
          </w:tcPr>
          <w:p w14:paraId="03F7FBC8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PUNTI</w:t>
            </w:r>
          </w:p>
        </w:tc>
        <w:tc>
          <w:tcPr>
            <w:tcW w:w="2977" w:type="dxa"/>
            <w:gridSpan w:val="2"/>
            <w:shd w:val="clear" w:color="auto" w:fill="FCE9D9"/>
          </w:tcPr>
          <w:p w14:paraId="5B82DCB4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374CF5EE" w14:textId="77777777" w:rsidTr="00D130CB">
        <w:trPr>
          <w:trHeight w:val="616"/>
        </w:trPr>
        <w:tc>
          <w:tcPr>
            <w:tcW w:w="5088" w:type="dxa"/>
            <w:gridSpan w:val="2"/>
          </w:tcPr>
          <w:p w14:paraId="7F7F6445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Possesso della posizione economica finalizzata alla valorizzazione professionale</w:t>
            </w:r>
          </w:p>
        </w:tc>
        <w:tc>
          <w:tcPr>
            <w:tcW w:w="1150" w:type="dxa"/>
          </w:tcPr>
          <w:p w14:paraId="5536A785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 xml:space="preserve">5 </w:t>
            </w:r>
            <w:proofErr w:type="spellStart"/>
            <w:r w:rsidRPr="006879CF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987" w:type="dxa"/>
          </w:tcPr>
          <w:p w14:paraId="2CC58E48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004" w:type="dxa"/>
          </w:tcPr>
          <w:p w14:paraId="31F02863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5</w:t>
            </w:r>
          </w:p>
        </w:tc>
        <w:tc>
          <w:tcPr>
            <w:tcW w:w="1265" w:type="dxa"/>
          </w:tcPr>
          <w:p w14:paraId="654A3BB3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6BE124C8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3B0F4AAD" w14:textId="77777777" w:rsidTr="007747BD">
        <w:trPr>
          <w:trHeight w:val="285"/>
        </w:trPr>
        <w:tc>
          <w:tcPr>
            <w:tcW w:w="7225" w:type="dxa"/>
            <w:gridSpan w:val="4"/>
            <w:shd w:val="clear" w:color="auto" w:fill="FCE9D9"/>
          </w:tcPr>
          <w:p w14:paraId="1E838D3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CERTIFICAZIONI INFORMATICHE</w:t>
            </w:r>
          </w:p>
        </w:tc>
        <w:tc>
          <w:tcPr>
            <w:tcW w:w="1004" w:type="dxa"/>
            <w:shd w:val="clear" w:color="auto" w:fill="FCE9D9"/>
          </w:tcPr>
          <w:p w14:paraId="37CE5EF0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PUNTI</w:t>
            </w:r>
          </w:p>
        </w:tc>
        <w:tc>
          <w:tcPr>
            <w:tcW w:w="1265" w:type="dxa"/>
            <w:shd w:val="clear" w:color="auto" w:fill="FCE9D9"/>
          </w:tcPr>
          <w:p w14:paraId="031CE7B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  <w:shd w:val="clear" w:color="auto" w:fill="FCE9D9"/>
          </w:tcPr>
          <w:p w14:paraId="06F3339A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13AEA892" w14:textId="77777777" w:rsidTr="00D130CB">
        <w:trPr>
          <w:trHeight w:val="474"/>
        </w:trPr>
        <w:tc>
          <w:tcPr>
            <w:tcW w:w="4824" w:type="dxa"/>
          </w:tcPr>
          <w:p w14:paraId="54B0B45D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EIPASS-AICA o altri soggetti accreditati</w:t>
            </w:r>
          </w:p>
        </w:tc>
        <w:tc>
          <w:tcPr>
            <w:tcW w:w="1414" w:type="dxa"/>
            <w:gridSpan w:val="2"/>
          </w:tcPr>
          <w:p w14:paraId="1A04496D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 xml:space="preserve">0,50 </w:t>
            </w:r>
            <w:proofErr w:type="spellStart"/>
            <w:r w:rsidRPr="006879CF">
              <w:rPr>
                <w:sz w:val="24"/>
                <w:szCs w:val="24"/>
              </w:rPr>
              <w:t>pt</w:t>
            </w:r>
            <w:proofErr w:type="spellEnd"/>
            <w:r w:rsidRPr="006879CF">
              <w:rPr>
                <w:sz w:val="24"/>
                <w:szCs w:val="24"/>
              </w:rPr>
              <w:t xml:space="preserve"> per ogni titolo</w:t>
            </w:r>
          </w:p>
        </w:tc>
        <w:tc>
          <w:tcPr>
            <w:tcW w:w="987" w:type="dxa"/>
          </w:tcPr>
          <w:p w14:paraId="318194D1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6879CF">
              <w:rPr>
                <w:sz w:val="24"/>
                <w:szCs w:val="24"/>
              </w:rPr>
              <w:t>max</w:t>
            </w:r>
            <w:proofErr w:type="spellEnd"/>
            <w:r w:rsidRPr="006879CF">
              <w:rPr>
                <w:sz w:val="24"/>
                <w:szCs w:val="24"/>
              </w:rPr>
              <w:t xml:space="preserve"> 4 titoli</w:t>
            </w:r>
          </w:p>
        </w:tc>
        <w:tc>
          <w:tcPr>
            <w:tcW w:w="1004" w:type="dxa"/>
          </w:tcPr>
          <w:p w14:paraId="5336F4E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2</w:t>
            </w:r>
          </w:p>
        </w:tc>
        <w:tc>
          <w:tcPr>
            <w:tcW w:w="1265" w:type="dxa"/>
          </w:tcPr>
          <w:p w14:paraId="7E5F5AF3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2B310C39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4319057F" w14:textId="77777777" w:rsidTr="00D130CB">
        <w:trPr>
          <w:trHeight w:val="357"/>
        </w:trPr>
        <w:tc>
          <w:tcPr>
            <w:tcW w:w="4824" w:type="dxa"/>
          </w:tcPr>
          <w:p w14:paraId="2E85B5EB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Certificazione CISCO o equipollente</w:t>
            </w:r>
          </w:p>
        </w:tc>
        <w:tc>
          <w:tcPr>
            <w:tcW w:w="1414" w:type="dxa"/>
            <w:gridSpan w:val="2"/>
          </w:tcPr>
          <w:p w14:paraId="5AA0B9C8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 xml:space="preserve">2 </w:t>
            </w:r>
            <w:proofErr w:type="spellStart"/>
            <w:r w:rsidRPr="006879CF"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987" w:type="dxa"/>
          </w:tcPr>
          <w:p w14:paraId="63041D73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004" w:type="dxa"/>
          </w:tcPr>
          <w:p w14:paraId="2FEA9EEB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2</w:t>
            </w:r>
          </w:p>
        </w:tc>
        <w:tc>
          <w:tcPr>
            <w:tcW w:w="1265" w:type="dxa"/>
          </w:tcPr>
          <w:p w14:paraId="56DF648D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5321647E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2ECF6CFC" w14:textId="77777777" w:rsidTr="007747BD">
        <w:trPr>
          <w:trHeight w:val="256"/>
        </w:trPr>
        <w:tc>
          <w:tcPr>
            <w:tcW w:w="7225" w:type="dxa"/>
            <w:gridSpan w:val="4"/>
            <w:shd w:val="clear" w:color="auto" w:fill="FCE9D9"/>
          </w:tcPr>
          <w:p w14:paraId="31F4BD2B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CERTIFICAZIONI LINGUISTICHE</w:t>
            </w:r>
          </w:p>
        </w:tc>
        <w:tc>
          <w:tcPr>
            <w:tcW w:w="1004" w:type="dxa"/>
            <w:shd w:val="clear" w:color="auto" w:fill="FCE9D9"/>
          </w:tcPr>
          <w:p w14:paraId="1509E0E8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PUNTI</w:t>
            </w:r>
          </w:p>
        </w:tc>
        <w:tc>
          <w:tcPr>
            <w:tcW w:w="1265" w:type="dxa"/>
            <w:shd w:val="clear" w:color="auto" w:fill="FCE9D9"/>
          </w:tcPr>
          <w:p w14:paraId="3705E64B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  <w:shd w:val="clear" w:color="auto" w:fill="FCE9D9"/>
          </w:tcPr>
          <w:p w14:paraId="7860A60E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068480A5" w14:textId="77777777" w:rsidTr="007747BD">
        <w:trPr>
          <w:trHeight w:val="275"/>
        </w:trPr>
        <w:tc>
          <w:tcPr>
            <w:tcW w:w="7225" w:type="dxa"/>
            <w:gridSpan w:val="4"/>
          </w:tcPr>
          <w:p w14:paraId="6694C9CC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B1</w:t>
            </w:r>
          </w:p>
        </w:tc>
        <w:tc>
          <w:tcPr>
            <w:tcW w:w="1004" w:type="dxa"/>
          </w:tcPr>
          <w:p w14:paraId="750E9789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1</w:t>
            </w:r>
          </w:p>
        </w:tc>
        <w:tc>
          <w:tcPr>
            <w:tcW w:w="1265" w:type="dxa"/>
          </w:tcPr>
          <w:p w14:paraId="4BD84959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4382A86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6AE1BF27" w14:textId="77777777" w:rsidTr="007747BD">
        <w:trPr>
          <w:trHeight w:val="273"/>
        </w:trPr>
        <w:tc>
          <w:tcPr>
            <w:tcW w:w="7225" w:type="dxa"/>
            <w:gridSpan w:val="4"/>
          </w:tcPr>
          <w:p w14:paraId="2447F703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B2</w:t>
            </w:r>
          </w:p>
        </w:tc>
        <w:tc>
          <w:tcPr>
            <w:tcW w:w="1004" w:type="dxa"/>
          </w:tcPr>
          <w:p w14:paraId="77DBE2FC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2</w:t>
            </w:r>
          </w:p>
        </w:tc>
        <w:tc>
          <w:tcPr>
            <w:tcW w:w="1265" w:type="dxa"/>
          </w:tcPr>
          <w:p w14:paraId="499FE6E4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166990B9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0B9B812D" w14:textId="77777777" w:rsidTr="007747BD">
        <w:trPr>
          <w:trHeight w:val="275"/>
        </w:trPr>
        <w:tc>
          <w:tcPr>
            <w:tcW w:w="7225" w:type="dxa"/>
            <w:gridSpan w:val="4"/>
          </w:tcPr>
          <w:p w14:paraId="716F32FA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C1</w:t>
            </w:r>
          </w:p>
        </w:tc>
        <w:tc>
          <w:tcPr>
            <w:tcW w:w="1004" w:type="dxa"/>
          </w:tcPr>
          <w:p w14:paraId="52038BBE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3</w:t>
            </w:r>
          </w:p>
        </w:tc>
        <w:tc>
          <w:tcPr>
            <w:tcW w:w="1265" w:type="dxa"/>
          </w:tcPr>
          <w:p w14:paraId="6D14D9A7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53EECF82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1C135D5A" w14:textId="77777777" w:rsidTr="007747BD">
        <w:trPr>
          <w:trHeight w:val="280"/>
        </w:trPr>
        <w:tc>
          <w:tcPr>
            <w:tcW w:w="7225" w:type="dxa"/>
            <w:gridSpan w:val="4"/>
          </w:tcPr>
          <w:p w14:paraId="67B751BE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C2</w:t>
            </w:r>
          </w:p>
        </w:tc>
        <w:tc>
          <w:tcPr>
            <w:tcW w:w="1004" w:type="dxa"/>
          </w:tcPr>
          <w:p w14:paraId="7EC7E147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4</w:t>
            </w:r>
          </w:p>
        </w:tc>
        <w:tc>
          <w:tcPr>
            <w:tcW w:w="1265" w:type="dxa"/>
          </w:tcPr>
          <w:p w14:paraId="551A5947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6EDFD5A0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297BEEFC" w14:textId="77777777" w:rsidTr="007747BD">
        <w:trPr>
          <w:trHeight w:val="282"/>
        </w:trPr>
        <w:tc>
          <w:tcPr>
            <w:tcW w:w="7225" w:type="dxa"/>
            <w:gridSpan w:val="4"/>
            <w:shd w:val="clear" w:color="auto" w:fill="FCE9D9"/>
          </w:tcPr>
          <w:p w14:paraId="2DF113D9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ESPERIENZE LAVORATIVE</w:t>
            </w:r>
          </w:p>
        </w:tc>
        <w:tc>
          <w:tcPr>
            <w:tcW w:w="1004" w:type="dxa"/>
            <w:shd w:val="clear" w:color="auto" w:fill="FCE9D9"/>
          </w:tcPr>
          <w:p w14:paraId="1493309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b/>
                <w:sz w:val="24"/>
                <w:szCs w:val="24"/>
              </w:rPr>
            </w:pPr>
            <w:r w:rsidRPr="006879CF">
              <w:rPr>
                <w:b/>
                <w:sz w:val="24"/>
                <w:szCs w:val="24"/>
              </w:rPr>
              <w:t>PUNTI</w:t>
            </w:r>
          </w:p>
        </w:tc>
        <w:tc>
          <w:tcPr>
            <w:tcW w:w="1265" w:type="dxa"/>
            <w:shd w:val="clear" w:color="auto" w:fill="FCE9D9"/>
          </w:tcPr>
          <w:p w14:paraId="6DBCED7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  <w:shd w:val="clear" w:color="auto" w:fill="FCE9D9"/>
          </w:tcPr>
          <w:p w14:paraId="03F001A6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5139B97E" w14:textId="77777777" w:rsidTr="00D130CB">
        <w:trPr>
          <w:trHeight w:val="683"/>
        </w:trPr>
        <w:tc>
          <w:tcPr>
            <w:tcW w:w="4824" w:type="dxa"/>
          </w:tcPr>
          <w:p w14:paraId="128BFD6F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Partecipazione commissione affidamento incarichi e aggiudicazione gare</w:t>
            </w:r>
          </w:p>
        </w:tc>
        <w:tc>
          <w:tcPr>
            <w:tcW w:w="1414" w:type="dxa"/>
            <w:gridSpan w:val="2"/>
          </w:tcPr>
          <w:p w14:paraId="1F865488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 xml:space="preserve">5 </w:t>
            </w:r>
            <w:proofErr w:type="spellStart"/>
            <w:r w:rsidRPr="006879CF">
              <w:rPr>
                <w:sz w:val="24"/>
                <w:szCs w:val="24"/>
              </w:rPr>
              <w:t>pt</w:t>
            </w:r>
            <w:proofErr w:type="spellEnd"/>
            <w:r w:rsidRPr="006879CF">
              <w:rPr>
                <w:sz w:val="24"/>
                <w:szCs w:val="24"/>
              </w:rPr>
              <w:t xml:space="preserve"> per ogni esperienza</w:t>
            </w:r>
          </w:p>
        </w:tc>
        <w:tc>
          <w:tcPr>
            <w:tcW w:w="987" w:type="dxa"/>
          </w:tcPr>
          <w:p w14:paraId="7F65AAA3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6879CF">
              <w:rPr>
                <w:sz w:val="24"/>
                <w:szCs w:val="24"/>
              </w:rPr>
              <w:t>max</w:t>
            </w:r>
            <w:proofErr w:type="spellEnd"/>
            <w:r w:rsidRPr="006879CF">
              <w:rPr>
                <w:sz w:val="24"/>
                <w:szCs w:val="24"/>
              </w:rPr>
              <w:t xml:space="preserve"> 4 esperienza</w:t>
            </w:r>
          </w:p>
        </w:tc>
        <w:tc>
          <w:tcPr>
            <w:tcW w:w="1004" w:type="dxa"/>
          </w:tcPr>
          <w:p w14:paraId="7A50291F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20</w:t>
            </w:r>
          </w:p>
        </w:tc>
        <w:tc>
          <w:tcPr>
            <w:tcW w:w="1265" w:type="dxa"/>
          </w:tcPr>
          <w:p w14:paraId="7046787B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5A88E804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73807967" w14:textId="77777777" w:rsidTr="00D130CB">
        <w:trPr>
          <w:trHeight w:val="698"/>
        </w:trPr>
        <w:tc>
          <w:tcPr>
            <w:tcW w:w="4824" w:type="dxa"/>
          </w:tcPr>
          <w:p w14:paraId="2E8E0106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Coordinamento logistico delle fasi procedurali e di consegna delle forniture ordinate e verifica della corrispondenza fra ordini e consegne</w:t>
            </w:r>
          </w:p>
        </w:tc>
        <w:tc>
          <w:tcPr>
            <w:tcW w:w="1414" w:type="dxa"/>
            <w:gridSpan w:val="2"/>
          </w:tcPr>
          <w:p w14:paraId="18CA0C63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 xml:space="preserve">2 </w:t>
            </w:r>
            <w:proofErr w:type="spellStart"/>
            <w:r w:rsidRPr="006879CF">
              <w:rPr>
                <w:sz w:val="24"/>
                <w:szCs w:val="24"/>
              </w:rPr>
              <w:t>pt</w:t>
            </w:r>
            <w:proofErr w:type="spellEnd"/>
            <w:r w:rsidRPr="006879CF">
              <w:rPr>
                <w:sz w:val="24"/>
                <w:szCs w:val="24"/>
              </w:rPr>
              <w:t xml:space="preserve"> per ogni esperienza</w:t>
            </w:r>
          </w:p>
        </w:tc>
        <w:tc>
          <w:tcPr>
            <w:tcW w:w="987" w:type="dxa"/>
          </w:tcPr>
          <w:p w14:paraId="1A49F734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6879CF">
              <w:rPr>
                <w:sz w:val="24"/>
                <w:szCs w:val="24"/>
              </w:rPr>
              <w:t>max</w:t>
            </w:r>
            <w:proofErr w:type="spellEnd"/>
            <w:r w:rsidRPr="006879CF">
              <w:rPr>
                <w:sz w:val="24"/>
                <w:szCs w:val="24"/>
              </w:rPr>
              <w:t xml:space="preserve"> 5 esperienza</w:t>
            </w:r>
          </w:p>
        </w:tc>
        <w:tc>
          <w:tcPr>
            <w:tcW w:w="1004" w:type="dxa"/>
          </w:tcPr>
          <w:p w14:paraId="229D3313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10</w:t>
            </w:r>
          </w:p>
        </w:tc>
        <w:tc>
          <w:tcPr>
            <w:tcW w:w="1265" w:type="dxa"/>
          </w:tcPr>
          <w:p w14:paraId="03BD27B0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0AA83EDE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5FF2F025" w14:textId="77777777" w:rsidTr="00D130CB">
        <w:trPr>
          <w:trHeight w:val="906"/>
        </w:trPr>
        <w:tc>
          <w:tcPr>
            <w:tcW w:w="4824" w:type="dxa"/>
          </w:tcPr>
          <w:p w14:paraId="22BE4B72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Competenze relative alla gestione amministrativo/contabile</w:t>
            </w:r>
          </w:p>
        </w:tc>
        <w:tc>
          <w:tcPr>
            <w:tcW w:w="1414" w:type="dxa"/>
            <w:gridSpan w:val="2"/>
          </w:tcPr>
          <w:p w14:paraId="796124F5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 xml:space="preserve">1 </w:t>
            </w:r>
            <w:proofErr w:type="spellStart"/>
            <w:r w:rsidRPr="006879CF">
              <w:rPr>
                <w:sz w:val="24"/>
                <w:szCs w:val="24"/>
              </w:rPr>
              <w:t>pt</w:t>
            </w:r>
            <w:proofErr w:type="spellEnd"/>
            <w:r w:rsidRPr="006879CF">
              <w:rPr>
                <w:sz w:val="24"/>
                <w:szCs w:val="24"/>
              </w:rPr>
              <w:t xml:space="preserve"> per ogni anno di lavoro</w:t>
            </w:r>
          </w:p>
          <w:p w14:paraId="1ED3D553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in area contabile</w:t>
            </w:r>
          </w:p>
        </w:tc>
        <w:tc>
          <w:tcPr>
            <w:tcW w:w="987" w:type="dxa"/>
          </w:tcPr>
          <w:p w14:paraId="3FAB909E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ind w:left="494" w:hanging="361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33D7D178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6879CF">
              <w:rPr>
                <w:sz w:val="24"/>
                <w:szCs w:val="24"/>
              </w:rPr>
              <w:t>max</w:t>
            </w:r>
            <w:proofErr w:type="spellEnd"/>
            <w:r w:rsidRPr="006879CF">
              <w:rPr>
                <w:sz w:val="24"/>
                <w:szCs w:val="24"/>
              </w:rPr>
              <w:t xml:space="preserve"> 5</w:t>
            </w:r>
          </w:p>
        </w:tc>
        <w:tc>
          <w:tcPr>
            <w:tcW w:w="1004" w:type="dxa"/>
          </w:tcPr>
          <w:p w14:paraId="798BBAC9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ind w:left="-437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0089BB31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5</w:t>
            </w:r>
          </w:p>
        </w:tc>
        <w:tc>
          <w:tcPr>
            <w:tcW w:w="1265" w:type="dxa"/>
          </w:tcPr>
          <w:p w14:paraId="3EDEF82E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0AE3CB17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879CF" w:rsidRPr="006879CF" w14:paraId="01F875C5" w14:textId="77777777" w:rsidTr="00D130CB">
        <w:trPr>
          <w:trHeight w:val="487"/>
        </w:trPr>
        <w:tc>
          <w:tcPr>
            <w:tcW w:w="4824" w:type="dxa"/>
          </w:tcPr>
          <w:p w14:paraId="05F39D87" w14:textId="253F1C24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Partecipazione a progetti PON FSE-FESR</w:t>
            </w:r>
            <w:r w:rsidR="00BC7C41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414" w:type="dxa"/>
            <w:gridSpan w:val="2"/>
          </w:tcPr>
          <w:p w14:paraId="6DEEEE9A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 xml:space="preserve">10 </w:t>
            </w:r>
            <w:proofErr w:type="spellStart"/>
            <w:r w:rsidRPr="006879CF">
              <w:rPr>
                <w:sz w:val="24"/>
                <w:szCs w:val="24"/>
              </w:rPr>
              <w:t>pt</w:t>
            </w:r>
            <w:proofErr w:type="spellEnd"/>
            <w:r w:rsidRPr="006879CF">
              <w:rPr>
                <w:sz w:val="24"/>
                <w:szCs w:val="24"/>
              </w:rPr>
              <w:t xml:space="preserve"> per ogni esperienza</w:t>
            </w:r>
          </w:p>
        </w:tc>
        <w:tc>
          <w:tcPr>
            <w:tcW w:w="987" w:type="dxa"/>
          </w:tcPr>
          <w:p w14:paraId="02446A62" w14:textId="77777777" w:rsidR="006879CF" w:rsidRPr="006879CF" w:rsidRDefault="006879CF" w:rsidP="006879CF">
            <w:pPr>
              <w:pStyle w:val="Comma"/>
              <w:widowControl/>
              <w:numPr>
                <w:ilvl w:val="0"/>
                <w:numId w:val="0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6879CF">
              <w:rPr>
                <w:sz w:val="24"/>
                <w:szCs w:val="24"/>
              </w:rPr>
              <w:t>max</w:t>
            </w:r>
            <w:proofErr w:type="spellEnd"/>
            <w:r w:rsidRPr="006879CF">
              <w:rPr>
                <w:sz w:val="24"/>
                <w:szCs w:val="24"/>
              </w:rPr>
              <w:t xml:space="preserve"> 2 esperienza</w:t>
            </w:r>
          </w:p>
        </w:tc>
        <w:tc>
          <w:tcPr>
            <w:tcW w:w="1004" w:type="dxa"/>
          </w:tcPr>
          <w:p w14:paraId="15B1DC63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  <w:r w:rsidRPr="006879CF">
              <w:rPr>
                <w:sz w:val="24"/>
                <w:szCs w:val="24"/>
              </w:rPr>
              <w:t>20</w:t>
            </w:r>
          </w:p>
        </w:tc>
        <w:tc>
          <w:tcPr>
            <w:tcW w:w="1265" w:type="dxa"/>
          </w:tcPr>
          <w:p w14:paraId="636090F1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14:paraId="0AA54944" w14:textId="77777777" w:rsidR="006879CF" w:rsidRPr="006879CF" w:rsidRDefault="006879CF" w:rsidP="006879CF">
            <w:pPr>
              <w:pStyle w:val="Comma"/>
              <w:widowControl/>
              <w:autoSpaceDE/>
              <w:autoSpaceDN/>
              <w:ind w:left="-76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33CAC5A8" w14:textId="77777777" w:rsidR="006879CF" w:rsidRDefault="006879CF" w:rsidP="00C03764">
      <w:pPr>
        <w:pStyle w:val="Comma"/>
        <w:widowControl/>
        <w:numPr>
          <w:ilvl w:val="0"/>
          <w:numId w:val="0"/>
        </w:numPr>
        <w:autoSpaceDE/>
        <w:autoSpaceDN/>
        <w:ind w:left="-76"/>
        <w:contextualSpacing/>
        <w:jc w:val="both"/>
        <w:rPr>
          <w:rFonts w:ascii="Times New Roman" w:hAnsi="Times New Roman"/>
          <w:sz w:val="24"/>
          <w:szCs w:val="24"/>
        </w:rPr>
      </w:pPr>
    </w:p>
    <w:p w14:paraId="72015748" w14:textId="77777777" w:rsidR="00DC38EA" w:rsidRDefault="00DC38EA" w:rsidP="00D87B95">
      <w:pPr>
        <w:adjustRightInd w:val="0"/>
        <w:jc w:val="both"/>
        <w:rPr>
          <w:b/>
          <w:color w:val="000000"/>
          <w:sz w:val="24"/>
          <w:szCs w:val="24"/>
        </w:rPr>
      </w:pPr>
    </w:p>
    <w:p w14:paraId="387E56F9" w14:textId="77777777" w:rsidR="002A6847" w:rsidRPr="00D87B95" w:rsidRDefault="002A6847" w:rsidP="006C14AE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55201" w14:paraId="743EC8E2" w14:textId="77777777" w:rsidTr="00907570">
        <w:tc>
          <w:tcPr>
            <w:tcW w:w="4814" w:type="dxa"/>
            <w:hideMark/>
          </w:tcPr>
          <w:p w14:paraId="732CA8EE" w14:textId="77777777" w:rsidR="00155201" w:rsidRDefault="00155201" w:rsidP="00907570">
            <w:pPr>
              <w:spacing w:before="120" w:after="120" w:line="276" w:lineRule="auto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  <w:lang w:val="en-US"/>
              </w:rPr>
              <w:t>Luogo</w:t>
            </w:r>
            <w:proofErr w:type="spellEnd"/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e data</w:t>
            </w:r>
          </w:p>
        </w:tc>
        <w:tc>
          <w:tcPr>
            <w:tcW w:w="4814" w:type="dxa"/>
            <w:hideMark/>
          </w:tcPr>
          <w:p w14:paraId="1359B9EF" w14:textId="77777777" w:rsidR="00155201" w:rsidRDefault="00155201" w:rsidP="00907570">
            <w:pPr>
              <w:spacing w:before="120" w:after="120" w:line="276" w:lineRule="auto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  <w:lang w:val="en-US"/>
              </w:rPr>
              <w:t>Firma</w:t>
            </w:r>
            <w:proofErr w:type="spellEnd"/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del </w:t>
            </w:r>
            <w:proofErr w:type="spellStart"/>
            <w:r>
              <w:rPr>
                <w:rFonts w:asciiTheme="minorHAnsi" w:hAnsiTheme="minorHAnsi"/>
                <w:sz w:val="24"/>
                <w:szCs w:val="24"/>
                <w:lang w:val="en-US"/>
              </w:rPr>
              <w:t>Partecipante</w:t>
            </w:r>
            <w:proofErr w:type="spellEnd"/>
          </w:p>
        </w:tc>
      </w:tr>
      <w:tr w:rsidR="00155201" w14:paraId="20A8EC06" w14:textId="77777777" w:rsidTr="00907570">
        <w:tc>
          <w:tcPr>
            <w:tcW w:w="4814" w:type="dxa"/>
            <w:hideMark/>
          </w:tcPr>
          <w:p w14:paraId="27AD75BF" w14:textId="77777777" w:rsidR="00155201" w:rsidRDefault="00155201" w:rsidP="00907570">
            <w:pPr>
              <w:spacing w:before="120" w:after="120" w:line="276" w:lineRule="auto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_______________, ______________</w:t>
            </w:r>
          </w:p>
        </w:tc>
        <w:tc>
          <w:tcPr>
            <w:tcW w:w="4814" w:type="dxa"/>
            <w:hideMark/>
          </w:tcPr>
          <w:p w14:paraId="448AECBD" w14:textId="77777777" w:rsidR="00155201" w:rsidRDefault="00155201" w:rsidP="00907570">
            <w:pPr>
              <w:spacing w:before="120" w:after="120" w:line="276" w:lineRule="auto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____________________________</w:t>
            </w:r>
          </w:p>
        </w:tc>
      </w:tr>
    </w:tbl>
    <w:p w14:paraId="61DB64FF" w14:textId="77777777" w:rsidR="002A5CCB" w:rsidRDefault="002A5CCB" w:rsidP="002E7857">
      <w:pPr>
        <w:adjustRightInd w:val="0"/>
        <w:jc w:val="both"/>
        <w:rPr>
          <w:b/>
          <w:bCs/>
          <w:sz w:val="24"/>
          <w:szCs w:val="24"/>
        </w:rPr>
      </w:pPr>
    </w:p>
    <w:sectPr w:rsidR="002A5CCB" w:rsidSect="00B631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567" w:right="851" w:bottom="352" w:left="85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552CA" w14:textId="77777777" w:rsidR="009B7E96" w:rsidRDefault="009B7E96" w:rsidP="0010102F">
      <w:r>
        <w:separator/>
      </w:r>
    </w:p>
  </w:endnote>
  <w:endnote w:type="continuationSeparator" w:id="0">
    <w:p w14:paraId="03A4B2D4" w14:textId="77777777" w:rsidR="009B7E96" w:rsidRDefault="009B7E96" w:rsidP="0010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CC9BD" w14:textId="77777777" w:rsidR="00706434" w:rsidRDefault="007064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E00F6" w14:textId="77777777" w:rsidR="00706434" w:rsidRDefault="00706434" w:rsidP="00706434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4"/>
        <w:szCs w:val="14"/>
      </w:rPr>
    </w:pPr>
    <w:r>
      <w:rPr>
        <w:color w:val="000000"/>
        <w:sz w:val="14"/>
        <w:szCs w:val="14"/>
      </w:rPr>
      <w:t>Piazza Nassiriya, s.n.c. - 54011 Aulla (MS)</w:t>
    </w:r>
  </w:p>
  <w:p w14:paraId="19578349" w14:textId="77777777" w:rsidR="00706434" w:rsidRDefault="00706434" w:rsidP="00706434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4"/>
        <w:szCs w:val="14"/>
      </w:rPr>
    </w:pPr>
    <w:r>
      <w:rPr>
        <w:color w:val="000000"/>
        <w:sz w:val="14"/>
        <w:szCs w:val="14"/>
      </w:rPr>
      <w:t>Tel: 0187/420037 – Fax: 0187/421369</w:t>
    </w:r>
  </w:p>
  <w:p w14:paraId="4D54378C" w14:textId="77777777" w:rsidR="00706434" w:rsidRDefault="00706434" w:rsidP="00706434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  <w:sz w:val="14"/>
        <w:szCs w:val="14"/>
      </w:rPr>
      <w:t xml:space="preserve">e-mail: </w:t>
    </w:r>
    <w:hyperlink r:id="rId1">
      <w:r>
        <w:rPr>
          <w:color w:val="000080"/>
          <w:sz w:val="14"/>
          <w:szCs w:val="14"/>
          <w:u w:val="single"/>
        </w:rPr>
        <w:t>msic806006@istruzione.it</w:t>
      </w:r>
    </w:hyperlink>
    <w:r>
      <w:rPr>
        <w:color w:val="000000"/>
        <w:sz w:val="14"/>
        <w:szCs w:val="14"/>
      </w:rPr>
      <w:t xml:space="preserve"> – </w:t>
    </w:r>
    <w:proofErr w:type="spellStart"/>
    <w:r>
      <w:rPr>
        <w:color w:val="000000"/>
        <w:sz w:val="14"/>
        <w:szCs w:val="14"/>
      </w:rPr>
      <w:t>pec</w:t>
    </w:r>
    <w:proofErr w:type="spellEnd"/>
    <w:r>
      <w:rPr>
        <w:color w:val="000000"/>
        <w:sz w:val="14"/>
        <w:szCs w:val="14"/>
      </w:rPr>
      <w:t xml:space="preserve">: </w:t>
    </w:r>
    <w:hyperlink r:id="rId2">
      <w:r>
        <w:rPr>
          <w:color w:val="000080"/>
          <w:sz w:val="14"/>
          <w:szCs w:val="14"/>
          <w:u w:val="single"/>
        </w:rPr>
        <w:t>msic806006@pec.istruzione.it</w:t>
      </w:r>
    </w:hyperlink>
  </w:p>
  <w:p w14:paraId="32E3E042" w14:textId="77777777" w:rsidR="00706434" w:rsidRDefault="009B7E96" w:rsidP="00706434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hyperlink r:id="rId3">
      <w:r w:rsidR="00706434">
        <w:rPr>
          <w:color w:val="000080"/>
          <w:sz w:val="14"/>
          <w:szCs w:val="14"/>
          <w:u w:val="single"/>
        </w:rPr>
        <w:t>www.alighieriaulla.edu.it</w:t>
      </w:r>
    </w:hyperlink>
  </w:p>
  <w:p w14:paraId="62080891" w14:textId="4ECA54DC" w:rsidR="00B809B4" w:rsidRPr="00706434" w:rsidRDefault="00B809B4" w:rsidP="007064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FBE75" w14:textId="77777777" w:rsidR="00706434" w:rsidRDefault="007064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1C17E" w14:textId="77777777" w:rsidR="009B7E96" w:rsidRDefault="009B7E96" w:rsidP="0010102F">
      <w:r>
        <w:separator/>
      </w:r>
    </w:p>
  </w:footnote>
  <w:footnote w:type="continuationSeparator" w:id="0">
    <w:p w14:paraId="750C66F3" w14:textId="77777777" w:rsidR="009B7E96" w:rsidRDefault="009B7E96" w:rsidP="0010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C8B72" w14:textId="77777777" w:rsidR="00706434" w:rsidRDefault="007064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2384" w:type="dxa"/>
      <w:tblInd w:w="-11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92"/>
      <w:gridCol w:w="7041"/>
      <w:gridCol w:w="1592"/>
      <w:gridCol w:w="1959"/>
    </w:tblGrid>
    <w:tr w:rsidR="009F3226" w14:paraId="3C9721DB" w14:textId="77777777" w:rsidTr="00FC6297">
      <w:tc>
        <w:tcPr>
          <w:tcW w:w="1792" w:type="dxa"/>
          <w:shd w:val="clear" w:color="auto" w:fill="auto"/>
        </w:tcPr>
        <w:p w14:paraId="2BA7A463" w14:textId="419B4A18" w:rsidR="009F3226" w:rsidRDefault="009F3226" w:rsidP="00B809B4">
          <w:pPr>
            <w:pStyle w:val="TableParagraph"/>
            <w:ind w:left="0" w:right="0"/>
            <w:jc w:val="left"/>
          </w:pPr>
        </w:p>
      </w:tc>
      <w:tc>
        <w:tcPr>
          <w:tcW w:w="7041" w:type="dxa"/>
          <w:shd w:val="clear" w:color="auto" w:fill="auto"/>
        </w:tcPr>
        <w:p w14:paraId="4821668D" w14:textId="77777777" w:rsidR="009F3226" w:rsidRDefault="00706434" w:rsidP="000674A4">
          <w:pPr>
            <w:pStyle w:val="TableParagraph"/>
            <w:ind w:left="-113" w:right="0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noProof/>
            </w:rPr>
            <w:drawing>
              <wp:inline distT="0" distB="0" distL="0" distR="0" wp14:anchorId="31D6E4AE" wp14:editId="1C0FA601">
                <wp:extent cx="636905" cy="720090"/>
                <wp:effectExtent l="0" t="0" r="0" b="0"/>
                <wp:docPr id="9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905" cy="72009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5E96B822" w14:textId="4782A270" w:rsidR="00706434" w:rsidRPr="00706434" w:rsidRDefault="00706434" w:rsidP="0070643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hanging="934"/>
            <w:jc w:val="center"/>
            <w:rPr>
              <w:color w:val="000000"/>
              <w:sz w:val="28"/>
              <w:szCs w:val="28"/>
            </w:rPr>
          </w:pPr>
          <w:r>
            <w:rPr>
              <w:color w:val="000000"/>
              <w:sz w:val="28"/>
              <w:szCs w:val="28"/>
            </w:rPr>
            <w:t>ISTITUTO COMPRENSIVO “DANTE ALIGHIERI” - AULLA</w:t>
          </w:r>
        </w:p>
      </w:tc>
      <w:tc>
        <w:tcPr>
          <w:tcW w:w="1592" w:type="dxa"/>
        </w:tcPr>
        <w:p w14:paraId="5722DAF9" w14:textId="0BE44BB6" w:rsidR="00310D88" w:rsidRDefault="00310D88" w:rsidP="00FC6297">
          <w:pPr>
            <w:pStyle w:val="TableParagraph"/>
            <w:ind w:left="-114" w:right="0"/>
            <w:rPr>
              <w:rFonts w:ascii="Times New Roman" w:hAnsi="Times New Roman" w:cs="Times New Roman"/>
              <w:b/>
              <w:sz w:val="42"/>
              <w:szCs w:val="42"/>
            </w:rPr>
          </w:pPr>
        </w:p>
      </w:tc>
      <w:tc>
        <w:tcPr>
          <w:tcW w:w="1959" w:type="dxa"/>
        </w:tcPr>
        <w:p w14:paraId="6F376E80" w14:textId="77777777" w:rsidR="009F3226" w:rsidRDefault="009F3226" w:rsidP="009F3226">
          <w:pPr>
            <w:pStyle w:val="TableParagraph"/>
            <w:tabs>
              <w:tab w:val="left" w:pos="195"/>
            </w:tabs>
            <w:ind w:left="-114" w:right="1109"/>
            <w:jc w:val="left"/>
            <w:rPr>
              <w:rFonts w:ascii="Times New Roman" w:hAnsi="Times New Roman" w:cs="Times New Roman"/>
              <w:b/>
              <w:sz w:val="42"/>
              <w:szCs w:val="42"/>
            </w:rPr>
          </w:pPr>
        </w:p>
      </w:tc>
    </w:tr>
  </w:tbl>
  <w:p w14:paraId="0CFAA40E" w14:textId="77777777" w:rsidR="00206579" w:rsidRDefault="00206579" w:rsidP="00206579">
    <w:pPr>
      <w:pStyle w:val="TableParagraph"/>
      <w:tabs>
        <w:tab w:val="right" w:pos="10208"/>
      </w:tabs>
      <w:ind w:left="0" w:right="0"/>
    </w:pPr>
    <w:r>
      <w:rPr>
        <w:noProof/>
      </w:rPr>
      <w:drawing>
        <wp:inline distT="0" distB="0" distL="0" distR="0" wp14:anchorId="7EC5D83E" wp14:editId="0705CFEB">
          <wp:extent cx="6482080" cy="27241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UTURA_INLINE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2080" cy="272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746A3B" w14:textId="77777777" w:rsidR="00B63119" w:rsidRDefault="00B809B4" w:rsidP="00FC6297">
    <w:pPr>
      <w:pStyle w:val="TableParagraph"/>
      <w:tabs>
        <w:tab w:val="right" w:pos="10208"/>
      </w:tabs>
      <w:ind w:left="0" w:right="0"/>
      <w:jc w:val="left"/>
    </w:pPr>
    <w:r w:rsidRPr="009F3226"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06148F" wp14:editId="554F6F8A">
              <wp:simplePos x="0" y="0"/>
              <wp:positionH relativeFrom="column">
                <wp:posOffset>-45085</wp:posOffset>
              </wp:positionH>
              <wp:positionV relativeFrom="paragraph">
                <wp:posOffset>105410</wp:posOffset>
              </wp:positionV>
              <wp:extent cx="6543675" cy="0"/>
              <wp:effectExtent l="0" t="0" r="0" b="0"/>
              <wp:wrapNone/>
              <wp:docPr id="3" name="Connettore dirit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43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20DDF1" id="Connettore diritto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55pt,8.3pt" to="511.7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" strokecolor="black [3040]"/>
          </w:pict>
        </mc:Fallback>
      </mc:AlternateContent>
    </w:r>
    <w:r w:rsidR="00B6311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CC5EE" w14:textId="77777777" w:rsidR="00706434" w:rsidRDefault="007064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569"/>
        </w:tabs>
        <w:ind w:left="1637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5" w15:restartNumberingAfterBreak="0">
    <w:nsid w:val="22B0009D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8732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345C53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/>
      </w:rPr>
    </w:lvl>
  </w:abstractNum>
  <w:abstractNum w:abstractNumId="10" w15:restartNumberingAfterBreak="0">
    <w:nsid w:val="469E71B2"/>
    <w:multiLevelType w:val="hybridMultilevel"/>
    <w:tmpl w:val="FFFFFFFF"/>
    <w:lvl w:ilvl="0" w:tplc="7288345A">
      <w:start w:val="1"/>
      <w:numFmt w:val="decimal"/>
      <w:lvlText w:val="%1."/>
      <w:lvlJc w:val="left"/>
      <w:pPr>
        <w:ind w:left="72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11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12" w15:restartNumberingAfterBreak="0">
    <w:nsid w:val="53B93175"/>
    <w:multiLevelType w:val="multilevel"/>
    <w:tmpl w:val="2B6EA7D2"/>
    <w:styleLink w:val="WWNum1"/>
    <w:lvl w:ilvl="0">
      <w:numFmt w:val="bullet"/>
      <w:lvlText w:val="-"/>
      <w:lvlJc w:val="left"/>
      <w:pPr>
        <w:ind w:left="720" w:hanging="360"/>
      </w:pPr>
      <w:rPr>
        <w:u w:val="none"/>
      </w:rPr>
    </w:lvl>
    <w:lvl w:ilvl="1">
      <w:numFmt w:val="bullet"/>
      <w:lvlText w:val="-"/>
      <w:lvlJc w:val="left"/>
      <w:pPr>
        <w:ind w:left="1440" w:hanging="360"/>
      </w:pPr>
      <w:rPr>
        <w:u w:val="none"/>
      </w:rPr>
    </w:lvl>
    <w:lvl w:ilvl="2">
      <w:numFmt w:val="bullet"/>
      <w:lvlText w:val="-"/>
      <w:lvlJc w:val="left"/>
      <w:pPr>
        <w:ind w:left="2160" w:hanging="360"/>
      </w:pPr>
      <w:rPr>
        <w:u w:val="none"/>
      </w:rPr>
    </w:lvl>
    <w:lvl w:ilvl="3">
      <w:numFmt w:val="bullet"/>
      <w:lvlText w:val="-"/>
      <w:lvlJc w:val="left"/>
      <w:pPr>
        <w:ind w:left="2880" w:hanging="360"/>
      </w:pPr>
      <w:rPr>
        <w:u w:val="none"/>
      </w:rPr>
    </w:lvl>
    <w:lvl w:ilvl="4">
      <w:numFmt w:val="bullet"/>
      <w:lvlText w:val="-"/>
      <w:lvlJc w:val="left"/>
      <w:pPr>
        <w:ind w:left="3600" w:hanging="360"/>
      </w:pPr>
      <w:rPr>
        <w:u w:val="none"/>
      </w:rPr>
    </w:lvl>
    <w:lvl w:ilvl="5">
      <w:numFmt w:val="bullet"/>
      <w:lvlText w:val="-"/>
      <w:lvlJc w:val="left"/>
      <w:pPr>
        <w:ind w:left="4320" w:hanging="360"/>
      </w:pPr>
      <w:rPr>
        <w:u w:val="none"/>
      </w:rPr>
    </w:lvl>
    <w:lvl w:ilvl="6">
      <w:numFmt w:val="bullet"/>
      <w:lvlText w:val="-"/>
      <w:lvlJc w:val="left"/>
      <w:pPr>
        <w:ind w:left="5040" w:hanging="360"/>
      </w:pPr>
      <w:rPr>
        <w:u w:val="none"/>
      </w:rPr>
    </w:lvl>
    <w:lvl w:ilvl="7">
      <w:numFmt w:val="bullet"/>
      <w:lvlText w:val="-"/>
      <w:lvlJc w:val="left"/>
      <w:pPr>
        <w:ind w:left="5760" w:hanging="360"/>
      </w:pPr>
      <w:rPr>
        <w:u w:val="none"/>
      </w:rPr>
    </w:lvl>
    <w:lvl w:ilvl="8"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31015F5"/>
    <w:multiLevelType w:val="hybridMultilevel"/>
    <w:tmpl w:val="FFFFFFFF"/>
    <w:lvl w:ilvl="0" w:tplc="4CE69F46">
      <w:numFmt w:val="bullet"/>
      <w:lvlText w:val="•"/>
      <w:lvlJc w:val="left"/>
      <w:pPr>
        <w:ind w:left="494" w:hanging="360"/>
      </w:pPr>
      <w:rPr>
        <w:rFonts w:ascii="Verdana" w:eastAsia="Times New Roman" w:hAnsi="Verdana" w:hint="default"/>
        <w:w w:val="100"/>
        <w:sz w:val="22"/>
      </w:rPr>
    </w:lvl>
    <w:lvl w:ilvl="1" w:tplc="C3AC2F40">
      <w:numFmt w:val="bullet"/>
      <w:lvlText w:val="-"/>
      <w:lvlJc w:val="left"/>
      <w:pPr>
        <w:ind w:left="1214" w:hanging="360"/>
      </w:pPr>
      <w:rPr>
        <w:rFonts w:ascii="Calibri" w:eastAsia="Times New Roman" w:hAnsi="Calibri" w:hint="default"/>
        <w:w w:val="99"/>
        <w:sz w:val="20"/>
      </w:rPr>
    </w:lvl>
    <w:lvl w:ilvl="2" w:tplc="EF8A2406"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666A6C76">
      <w:numFmt w:val="bullet"/>
      <w:lvlText w:val="•"/>
      <w:lvlJc w:val="left"/>
      <w:pPr>
        <w:ind w:left="3314" w:hanging="360"/>
      </w:pPr>
      <w:rPr>
        <w:rFonts w:hint="default"/>
      </w:rPr>
    </w:lvl>
    <w:lvl w:ilvl="4" w:tplc="76E22672">
      <w:numFmt w:val="bullet"/>
      <w:lvlText w:val="•"/>
      <w:lvlJc w:val="left"/>
      <w:pPr>
        <w:ind w:left="4362" w:hanging="360"/>
      </w:pPr>
      <w:rPr>
        <w:rFonts w:hint="default"/>
      </w:rPr>
    </w:lvl>
    <w:lvl w:ilvl="5" w:tplc="5FDE57DA">
      <w:numFmt w:val="bullet"/>
      <w:lvlText w:val="•"/>
      <w:lvlJc w:val="left"/>
      <w:pPr>
        <w:ind w:left="5409" w:hanging="360"/>
      </w:pPr>
      <w:rPr>
        <w:rFonts w:hint="default"/>
      </w:rPr>
    </w:lvl>
    <w:lvl w:ilvl="6" w:tplc="C8DC51A6">
      <w:numFmt w:val="bullet"/>
      <w:lvlText w:val="•"/>
      <w:lvlJc w:val="left"/>
      <w:pPr>
        <w:ind w:left="6456" w:hanging="360"/>
      </w:pPr>
      <w:rPr>
        <w:rFonts w:hint="default"/>
      </w:rPr>
    </w:lvl>
    <w:lvl w:ilvl="7" w:tplc="C2E693CA">
      <w:numFmt w:val="bullet"/>
      <w:lvlText w:val="•"/>
      <w:lvlJc w:val="left"/>
      <w:pPr>
        <w:ind w:left="7504" w:hanging="360"/>
      </w:pPr>
      <w:rPr>
        <w:rFonts w:hint="default"/>
      </w:rPr>
    </w:lvl>
    <w:lvl w:ilvl="8" w:tplc="56D0CF34">
      <w:numFmt w:val="bullet"/>
      <w:lvlText w:val="•"/>
      <w:lvlJc w:val="left"/>
      <w:pPr>
        <w:ind w:left="8551" w:hanging="360"/>
      </w:pPr>
      <w:rPr>
        <w:rFonts w:hint="default"/>
      </w:rPr>
    </w:lvl>
  </w:abstractNum>
  <w:abstractNum w:abstractNumId="16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"/>
    <w:lvlOverride w:ilvl="0">
      <w:startOverride w:val="1"/>
    </w:lvlOverride>
  </w:num>
  <w:num w:numId="15">
    <w:abstractNumId w:val="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 style="mso-wrap-style:none;mso-width-relative:margin;mso-height-relative:margin" fill="f" fillcolor="white" stroke="f">
      <v:fill color="white" on="f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05"/>
    <w:rsid w:val="00004F52"/>
    <w:rsid w:val="00007F3C"/>
    <w:rsid w:val="0001077B"/>
    <w:rsid w:val="0001358E"/>
    <w:rsid w:val="00015276"/>
    <w:rsid w:val="00024F25"/>
    <w:rsid w:val="00040317"/>
    <w:rsid w:val="0004746E"/>
    <w:rsid w:val="000674A4"/>
    <w:rsid w:val="00071888"/>
    <w:rsid w:val="00090187"/>
    <w:rsid w:val="00091989"/>
    <w:rsid w:val="00095164"/>
    <w:rsid w:val="000A4337"/>
    <w:rsid w:val="000A73A4"/>
    <w:rsid w:val="000B01F8"/>
    <w:rsid w:val="000B52E5"/>
    <w:rsid w:val="000D586D"/>
    <w:rsid w:val="000E5AA1"/>
    <w:rsid w:val="000F3A0A"/>
    <w:rsid w:val="0010102F"/>
    <w:rsid w:val="00102082"/>
    <w:rsid w:val="001049FD"/>
    <w:rsid w:val="001130D5"/>
    <w:rsid w:val="0014042A"/>
    <w:rsid w:val="00142C28"/>
    <w:rsid w:val="00147A53"/>
    <w:rsid w:val="0015369D"/>
    <w:rsid w:val="00155201"/>
    <w:rsid w:val="00155FEA"/>
    <w:rsid w:val="0016286C"/>
    <w:rsid w:val="00164550"/>
    <w:rsid w:val="001877B7"/>
    <w:rsid w:val="0019320A"/>
    <w:rsid w:val="0019788F"/>
    <w:rsid w:val="001A0795"/>
    <w:rsid w:val="001B58CA"/>
    <w:rsid w:val="001C0014"/>
    <w:rsid w:val="001C0267"/>
    <w:rsid w:val="001C3907"/>
    <w:rsid w:val="001C3E7E"/>
    <w:rsid w:val="001C47EA"/>
    <w:rsid w:val="001C5A75"/>
    <w:rsid w:val="001D52C5"/>
    <w:rsid w:val="001E1268"/>
    <w:rsid w:val="001F6F04"/>
    <w:rsid w:val="00206579"/>
    <w:rsid w:val="00216FBF"/>
    <w:rsid w:val="00230F03"/>
    <w:rsid w:val="00235360"/>
    <w:rsid w:val="00243E91"/>
    <w:rsid w:val="002457FC"/>
    <w:rsid w:val="0026303F"/>
    <w:rsid w:val="00264E74"/>
    <w:rsid w:val="00266BFE"/>
    <w:rsid w:val="00284E8D"/>
    <w:rsid w:val="00290E5E"/>
    <w:rsid w:val="002A4B25"/>
    <w:rsid w:val="002A5CCB"/>
    <w:rsid w:val="002A6847"/>
    <w:rsid w:val="002B0134"/>
    <w:rsid w:val="002B0F6F"/>
    <w:rsid w:val="002B3321"/>
    <w:rsid w:val="002B392D"/>
    <w:rsid w:val="002C5DA5"/>
    <w:rsid w:val="002D24C4"/>
    <w:rsid w:val="002D41AE"/>
    <w:rsid w:val="002D54C8"/>
    <w:rsid w:val="002E1543"/>
    <w:rsid w:val="002E21C4"/>
    <w:rsid w:val="002E7857"/>
    <w:rsid w:val="00303E9C"/>
    <w:rsid w:val="00305ADF"/>
    <w:rsid w:val="00307C05"/>
    <w:rsid w:val="00310D88"/>
    <w:rsid w:val="00344719"/>
    <w:rsid w:val="003477B1"/>
    <w:rsid w:val="0035082B"/>
    <w:rsid w:val="00355280"/>
    <w:rsid w:val="00371FD6"/>
    <w:rsid w:val="00376A34"/>
    <w:rsid w:val="003825BD"/>
    <w:rsid w:val="00394B1D"/>
    <w:rsid w:val="003A1803"/>
    <w:rsid w:val="003A74FF"/>
    <w:rsid w:val="003B52FF"/>
    <w:rsid w:val="003B6F3E"/>
    <w:rsid w:val="003C04D2"/>
    <w:rsid w:val="003D309E"/>
    <w:rsid w:val="003D607A"/>
    <w:rsid w:val="003E7C88"/>
    <w:rsid w:val="003F51ED"/>
    <w:rsid w:val="00421D54"/>
    <w:rsid w:val="00424CFF"/>
    <w:rsid w:val="00425EB2"/>
    <w:rsid w:val="004266B8"/>
    <w:rsid w:val="00431CCB"/>
    <w:rsid w:val="004343FB"/>
    <w:rsid w:val="00442BF1"/>
    <w:rsid w:val="00443313"/>
    <w:rsid w:val="00456B04"/>
    <w:rsid w:val="00472E65"/>
    <w:rsid w:val="00476783"/>
    <w:rsid w:val="00481055"/>
    <w:rsid w:val="00483250"/>
    <w:rsid w:val="00483CF1"/>
    <w:rsid w:val="004E438A"/>
    <w:rsid w:val="004F4D92"/>
    <w:rsid w:val="004F54C5"/>
    <w:rsid w:val="0051430D"/>
    <w:rsid w:val="0053567C"/>
    <w:rsid w:val="00544641"/>
    <w:rsid w:val="00572E8A"/>
    <w:rsid w:val="0058661B"/>
    <w:rsid w:val="00596125"/>
    <w:rsid w:val="00597A86"/>
    <w:rsid w:val="005B2EF1"/>
    <w:rsid w:val="005F00E3"/>
    <w:rsid w:val="006003E3"/>
    <w:rsid w:val="006023A0"/>
    <w:rsid w:val="0061283D"/>
    <w:rsid w:val="0061521B"/>
    <w:rsid w:val="00616263"/>
    <w:rsid w:val="0061723C"/>
    <w:rsid w:val="00617DD7"/>
    <w:rsid w:val="0063465F"/>
    <w:rsid w:val="00635EA6"/>
    <w:rsid w:val="00645D82"/>
    <w:rsid w:val="0064737A"/>
    <w:rsid w:val="0065288C"/>
    <w:rsid w:val="00674DF7"/>
    <w:rsid w:val="006879CF"/>
    <w:rsid w:val="006A205F"/>
    <w:rsid w:val="006B7EA3"/>
    <w:rsid w:val="006C14AE"/>
    <w:rsid w:val="006E09B2"/>
    <w:rsid w:val="006F289D"/>
    <w:rsid w:val="006F3612"/>
    <w:rsid w:val="00706434"/>
    <w:rsid w:val="00713644"/>
    <w:rsid w:val="007163D3"/>
    <w:rsid w:val="00723806"/>
    <w:rsid w:val="0072450F"/>
    <w:rsid w:val="0073726F"/>
    <w:rsid w:val="0073797E"/>
    <w:rsid w:val="0074062E"/>
    <w:rsid w:val="00751105"/>
    <w:rsid w:val="007516B0"/>
    <w:rsid w:val="007535F9"/>
    <w:rsid w:val="007716FD"/>
    <w:rsid w:val="007747BD"/>
    <w:rsid w:val="0077754F"/>
    <w:rsid w:val="0078481F"/>
    <w:rsid w:val="007849D4"/>
    <w:rsid w:val="0079776C"/>
    <w:rsid w:val="007B4657"/>
    <w:rsid w:val="007B60DC"/>
    <w:rsid w:val="007F0297"/>
    <w:rsid w:val="008333C8"/>
    <w:rsid w:val="00845752"/>
    <w:rsid w:val="00850425"/>
    <w:rsid w:val="008626C0"/>
    <w:rsid w:val="008631C4"/>
    <w:rsid w:val="00863543"/>
    <w:rsid w:val="008663EB"/>
    <w:rsid w:val="00875BAE"/>
    <w:rsid w:val="00877393"/>
    <w:rsid w:val="0088472B"/>
    <w:rsid w:val="008A5BE4"/>
    <w:rsid w:val="008B3AA9"/>
    <w:rsid w:val="008C33E0"/>
    <w:rsid w:val="008D6062"/>
    <w:rsid w:val="008E446A"/>
    <w:rsid w:val="008F106F"/>
    <w:rsid w:val="00904120"/>
    <w:rsid w:val="009135F5"/>
    <w:rsid w:val="00921C27"/>
    <w:rsid w:val="00922831"/>
    <w:rsid w:val="00926FAE"/>
    <w:rsid w:val="00947E58"/>
    <w:rsid w:val="00960AFB"/>
    <w:rsid w:val="0096133C"/>
    <w:rsid w:val="00980444"/>
    <w:rsid w:val="009807B3"/>
    <w:rsid w:val="00981F35"/>
    <w:rsid w:val="00984292"/>
    <w:rsid w:val="0098558D"/>
    <w:rsid w:val="009A65D0"/>
    <w:rsid w:val="009B5E66"/>
    <w:rsid w:val="009B7E96"/>
    <w:rsid w:val="009C1753"/>
    <w:rsid w:val="009C52CD"/>
    <w:rsid w:val="009D0877"/>
    <w:rsid w:val="009D4E22"/>
    <w:rsid w:val="009D5C1F"/>
    <w:rsid w:val="009E65D1"/>
    <w:rsid w:val="009F1B17"/>
    <w:rsid w:val="009F3226"/>
    <w:rsid w:val="009F70E5"/>
    <w:rsid w:val="00A00264"/>
    <w:rsid w:val="00A12305"/>
    <w:rsid w:val="00A1341A"/>
    <w:rsid w:val="00A20E89"/>
    <w:rsid w:val="00A21893"/>
    <w:rsid w:val="00A21EF6"/>
    <w:rsid w:val="00A31341"/>
    <w:rsid w:val="00A32F23"/>
    <w:rsid w:val="00A3569C"/>
    <w:rsid w:val="00A36484"/>
    <w:rsid w:val="00A60204"/>
    <w:rsid w:val="00A67816"/>
    <w:rsid w:val="00A853AE"/>
    <w:rsid w:val="00A905FE"/>
    <w:rsid w:val="00A91560"/>
    <w:rsid w:val="00AA2239"/>
    <w:rsid w:val="00AB0621"/>
    <w:rsid w:val="00AC0DAF"/>
    <w:rsid w:val="00AD09A4"/>
    <w:rsid w:val="00AD1015"/>
    <w:rsid w:val="00AD77B9"/>
    <w:rsid w:val="00AF2CB0"/>
    <w:rsid w:val="00AF6E3E"/>
    <w:rsid w:val="00B05ADC"/>
    <w:rsid w:val="00B0650A"/>
    <w:rsid w:val="00B07195"/>
    <w:rsid w:val="00B11B31"/>
    <w:rsid w:val="00B20516"/>
    <w:rsid w:val="00B2252D"/>
    <w:rsid w:val="00B23EE3"/>
    <w:rsid w:val="00B279CF"/>
    <w:rsid w:val="00B315C4"/>
    <w:rsid w:val="00B35875"/>
    <w:rsid w:val="00B63119"/>
    <w:rsid w:val="00B66A30"/>
    <w:rsid w:val="00B73910"/>
    <w:rsid w:val="00B809B4"/>
    <w:rsid w:val="00B81755"/>
    <w:rsid w:val="00B82968"/>
    <w:rsid w:val="00B90B55"/>
    <w:rsid w:val="00BA4A1B"/>
    <w:rsid w:val="00BA6A9F"/>
    <w:rsid w:val="00BB1EF6"/>
    <w:rsid w:val="00BB2AE8"/>
    <w:rsid w:val="00BC5E45"/>
    <w:rsid w:val="00BC7C41"/>
    <w:rsid w:val="00BD4334"/>
    <w:rsid w:val="00BD5E43"/>
    <w:rsid w:val="00BE1259"/>
    <w:rsid w:val="00BF550C"/>
    <w:rsid w:val="00C03764"/>
    <w:rsid w:val="00C03A55"/>
    <w:rsid w:val="00C07B37"/>
    <w:rsid w:val="00C1109F"/>
    <w:rsid w:val="00C12BE4"/>
    <w:rsid w:val="00C24260"/>
    <w:rsid w:val="00C576B3"/>
    <w:rsid w:val="00C777F1"/>
    <w:rsid w:val="00C81A4C"/>
    <w:rsid w:val="00C91FFD"/>
    <w:rsid w:val="00CA32B4"/>
    <w:rsid w:val="00CB4DED"/>
    <w:rsid w:val="00CC1B67"/>
    <w:rsid w:val="00CC298F"/>
    <w:rsid w:val="00CD0487"/>
    <w:rsid w:val="00CE7C5C"/>
    <w:rsid w:val="00CF3B52"/>
    <w:rsid w:val="00D01946"/>
    <w:rsid w:val="00D108FD"/>
    <w:rsid w:val="00D122E8"/>
    <w:rsid w:val="00D130CB"/>
    <w:rsid w:val="00D32651"/>
    <w:rsid w:val="00D35936"/>
    <w:rsid w:val="00D4199E"/>
    <w:rsid w:val="00D64AD4"/>
    <w:rsid w:val="00D81F42"/>
    <w:rsid w:val="00D83A56"/>
    <w:rsid w:val="00D87B95"/>
    <w:rsid w:val="00D911D1"/>
    <w:rsid w:val="00DA32A8"/>
    <w:rsid w:val="00DB5287"/>
    <w:rsid w:val="00DB7055"/>
    <w:rsid w:val="00DC38EA"/>
    <w:rsid w:val="00DD39AE"/>
    <w:rsid w:val="00DE52CE"/>
    <w:rsid w:val="00E00AAE"/>
    <w:rsid w:val="00E01DC6"/>
    <w:rsid w:val="00E101CD"/>
    <w:rsid w:val="00E20B27"/>
    <w:rsid w:val="00E21BE2"/>
    <w:rsid w:val="00E331ED"/>
    <w:rsid w:val="00E35517"/>
    <w:rsid w:val="00E46E02"/>
    <w:rsid w:val="00E50FC6"/>
    <w:rsid w:val="00E51DCA"/>
    <w:rsid w:val="00E76A82"/>
    <w:rsid w:val="00E93F81"/>
    <w:rsid w:val="00EA26A6"/>
    <w:rsid w:val="00EB0268"/>
    <w:rsid w:val="00EB4D88"/>
    <w:rsid w:val="00EC1356"/>
    <w:rsid w:val="00EC76AC"/>
    <w:rsid w:val="00ED2D90"/>
    <w:rsid w:val="00ED37FE"/>
    <w:rsid w:val="00EE4408"/>
    <w:rsid w:val="00EE4BD8"/>
    <w:rsid w:val="00F11F0B"/>
    <w:rsid w:val="00F26371"/>
    <w:rsid w:val="00F332AA"/>
    <w:rsid w:val="00F352BD"/>
    <w:rsid w:val="00F36A72"/>
    <w:rsid w:val="00F373FC"/>
    <w:rsid w:val="00F4319A"/>
    <w:rsid w:val="00F47B05"/>
    <w:rsid w:val="00F532FC"/>
    <w:rsid w:val="00F64E94"/>
    <w:rsid w:val="00F822C9"/>
    <w:rsid w:val="00F86C28"/>
    <w:rsid w:val="00FB7B2E"/>
    <w:rsid w:val="00FC031B"/>
    <w:rsid w:val="00FC6297"/>
    <w:rsid w:val="00FE027D"/>
    <w:rsid w:val="00FE3607"/>
    <w:rsid w:val="00FE4BBB"/>
    <w:rsid w:val="00FF1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rap-style:none;mso-width-relative:margin;mso-height-relative:margin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63817FB2"/>
  <w15:docId w15:val="{B27D47D8-4BC9-41DA-BB58-807CBE7D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155201"/>
    <w:rPr>
      <w:rFonts w:ascii="Times New Roman" w:eastAsia="Times New Roman" w:hAnsi="Times New Roman" w:cs="Times New Roman"/>
      <w:lang w:val="it-IT" w:eastAsia="it-IT" w:bidi="it-IT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DC38EA"/>
    <w:pPr>
      <w:ind w:left="816" w:right="960"/>
      <w:jc w:val="center"/>
      <w:outlineLvl w:val="2"/>
    </w:pPr>
    <w:rPr>
      <w:rFonts w:ascii="Calibri" w:hAnsi="Calibri" w:cs="Calibri"/>
      <w:b/>
      <w:bCs/>
      <w:sz w:val="20"/>
      <w:szCs w:val="20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01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B01F8"/>
    <w:rPr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0B01F8"/>
  </w:style>
  <w:style w:type="paragraph" w:customStyle="1" w:styleId="TableParagraph">
    <w:name w:val="Table Paragraph"/>
    <w:basedOn w:val="Normale"/>
    <w:uiPriority w:val="1"/>
    <w:qFormat/>
    <w:rsid w:val="000B01F8"/>
    <w:pPr>
      <w:ind w:left="197" w:right="825"/>
      <w:jc w:val="center"/>
    </w:pPr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D433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010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102F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010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102F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433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4337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styleId="NormaleWeb">
    <w:name w:val="Normal (Web)"/>
    <w:basedOn w:val="Normale"/>
    <w:uiPriority w:val="99"/>
    <w:unhideWhenUsed/>
    <w:rsid w:val="00D3593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western">
    <w:name w:val="western"/>
    <w:basedOn w:val="Normale"/>
    <w:rsid w:val="00A21893"/>
    <w:pPr>
      <w:suppressAutoHyphens/>
      <w:overflowPunct w:val="0"/>
      <w:autoSpaceDE/>
      <w:autoSpaceDN/>
      <w:spacing w:after="142"/>
    </w:pPr>
    <w:rPr>
      <w:rFonts w:ascii="Liberation Serif" w:eastAsia="SimSun" w:hAnsi="Liberation Serif" w:cs="Lucida Sans"/>
      <w:color w:val="00000A"/>
      <w:sz w:val="24"/>
      <w:szCs w:val="24"/>
      <w:lang w:eastAsia="zh-CN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63EB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  <w:style w:type="character" w:styleId="Enfasigrassetto">
    <w:name w:val="Strong"/>
    <w:basedOn w:val="Carpredefinitoparagrafo"/>
    <w:uiPriority w:val="22"/>
    <w:qFormat/>
    <w:rsid w:val="009C1753"/>
    <w:rPr>
      <w:b/>
      <w:bCs/>
    </w:rPr>
  </w:style>
  <w:style w:type="paragraph" w:customStyle="1" w:styleId="Normale1">
    <w:name w:val="Normale1"/>
    <w:uiPriority w:val="99"/>
    <w:rsid w:val="001B58CA"/>
    <w:pPr>
      <w:autoSpaceDE/>
      <w:autoSpaceDN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apple-tab-span">
    <w:name w:val="apple-tab-span"/>
    <w:basedOn w:val="Carpredefinitoparagrafo"/>
    <w:rsid w:val="001B58CA"/>
  </w:style>
  <w:style w:type="paragraph" w:customStyle="1" w:styleId="m-7736179343745769425gmail-m-4050077301528438016msolistparagraph">
    <w:name w:val="m_-7736179343745769425gmail-m-4050077301528438016msolistparagraph"/>
    <w:basedOn w:val="Normale"/>
    <w:rsid w:val="00A20E8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-7736179343745769425gmail-m-4050077301528438016msonospacing">
    <w:name w:val="m_-7736179343745769425gmail-m-4050077301528438016msonospacing"/>
    <w:basedOn w:val="Normale"/>
    <w:rsid w:val="00A20E8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-3830152646943253828gmail-m-9129862319603426534attitolo">
    <w:name w:val="m_-3830152646943253828gmail-m-9129862319603426534attitolo"/>
    <w:basedOn w:val="Normale"/>
    <w:rsid w:val="004E438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m-3830152646943253828gmail-m-9129862319603426534atsottotitolo">
    <w:name w:val="m_-3830152646943253828gmail-m-9129862319603426534atsottotitolo"/>
    <w:basedOn w:val="Carpredefinitoparagrafo"/>
    <w:rsid w:val="004E438A"/>
  </w:style>
  <w:style w:type="paragraph" w:customStyle="1" w:styleId="m-3830152646943253828gmail-m-9129862319603426534xmsonormal">
    <w:name w:val="m_-3830152646943253828gmail-m-9129862319603426534xmsonormal"/>
    <w:basedOn w:val="Normale"/>
    <w:rsid w:val="004E438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m-3830152646943253828gmail-m-9129862319603426534msohyperlink">
    <w:name w:val="m_-3830152646943253828gmail-m-9129862319603426534msohyperlink"/>
    <w:basedOn w:val="Carpredefinitoparagrafo"/>
    <w:rsid w:val="004E438A"/>
  </w:style>
  <w:style w:type="character" w:styleId="Menzionenonrisolta">
    <w:name w:val="Unresolved Mention"/>
    <w:basedOn w:val="Carpredefinitoparagrafo"/>
    <w:uiPriority w:val="99"/>
    <w:semiHidden/>
    <w:unhideWhenUsed/>
    <w:rsid w:val="00617DD7"/>
    <w:rPr>
      <w:color w:val="605E5C"/>
      <w:shd w:val="clear" w:color="auto" w:fill="E1DFDD"/>
    </w:rPr>
  </w:style>
  <w:style w:type="character" w:styleId="Testosegnaposto">
    <w:name w:val="Placeholder Text"/>
    <w:basedOn w:val="Carpredefinitoparagrafo"/>
    <w:uiPriority w:val="99"/>
    <w:semiHidden/>
    <w:rsid w:val="007516B0"/>
    <w:rPr>
      <w:color w:val="808080"/>
    </w:rPr>
  </w:style>
  <w:style w:type="table" w:styleId="Grigliatabella">
    <w:name w:val="Table Grid"/>
    <w:basedOn w:val="Tabellanormale"/>
    <w:uiPriority w:val="39"/>
    <w:rsid w:val="00B80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Carpredefinitoparagrafo"/>
    <w:rsid w:val="00310D88"/>
  </w:style>
  <w:style w:type="numbering" w:customStyle="1" w:styleId="WWNum1">
    <w:name w:val="WWNum1"/>
    <w:basedOn w:val="Nessunelenco"/>
    <w:rsid w:val="002E7857"/>
    <w:pPr>
      <w:numPr>
        <w:numId w:val="1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C38EA"/>
    <w:rPr>
      <w:rFonts w:ascii="Calibri" w:eastAsia="Times New Roman" w:hAnsi="Calibri" w:cs="Calibri"/>
      <w:b/>
      <w:bCs/>
      <w:sz w:val="20"/>
      <w:szCs w:val="20"/>
      <w:lang w:val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DC38EA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CommaCarattere">
    <w:name w:val="Comma Carattere"/>
    <w:basedOn w:val="Carpredefinitoparagrafo"/>
    <w:link w:val="Comma"/>
    <w:locked/>
    <w:rsid w:val="00DC38EA"/>
    <w:rPr>
      <w:rFonts w:ascii="Calibri" w:hAnsi="Calibri" w:cs="Times New Roman"/>
      <w:lang w:val="it-IT"/>
    </w:rPr>
  </w:style>
  <w:style w:type="paragraph" w:customStyle="1" w:styleId="Comma">
    <w:name w:val="Comma"/>
    <w:basedOn w:val="Paragrafoelenco"/>
    <w:link w:val="CommaCarattere"/>
    <w:qFormat/>
    <w:rsid w:val="00DC38EA"/>
    <w:pPr>
      <w:numPr>
        <w:numId w:val="3"/>
      </w:numPr>
      <w:ind w:left="494" w:hanging="361"/>
    </w:pPr>
    <w:rPr>
      <w:rFonts w:ascii="Calibri" w:eastAsiaTheme="minorHAnsi" w:hAnsi="Calibri"/>
      <w:lang w:eastAsia="en-US" w:bidi="ar-SA"/>
    </w:rPr>
  </w:style>
  <w:style w:type="paragraph" w:customStyle="1" w:styleId="sche3">
    <w:name w:val="sche_3"/>
    <w:rsid w:val="00DC38EA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alighieriaulla.edu.it/" TargetMode="External"/><Relationship Id="rId2" Type="http://schemas.openxmlformats.org/officeDocument/2006/relationships/hyperlink" Target="mailto:msic806006@istruzione.it" TargetMode="External"/><Relationship Id="rId1" Type="http://schemas.openxmlformats.org/officeDocument/2006/relationships/hyperlink" Target="mailto:msic806006@istruzione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a.iacopetti\Documents\Modelli%20di%20Office%20personalizzati\CARTA%20INTESTATA%20PNR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E8EA8-73A2-4A6B-9BC7-10EBE104D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PNRR.dotm</Template>
  <TotalTime>2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laura.iacopetti</dc:creator>
  <cp:lastModifiedBy>Dsga</cp:lastModifiedBy>
  <cp:revision>6</cp:revision>
  <cp:lastPrinted>2024-09-30T11:35:00Z</cp:lastPrinted>
  <dcterms:created xsi:type="dcterms:W3CDTF">2024-10-03T07:22:00Z</dcterms:created>
  <dcterms:modified xsi:type="dcterms:W3CDTF">2024-10-09T10:15:00Z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2019-09-18T00:00:00Z</vt:filetime>
  </property>
</Properties>
</file>